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B95073" w14:textId="67715AD8" w:rsidR="003D45D6" w:rsidRDefault="000A359B" w:rsidP="004C41E6">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2B70151" wp14:editId="168A1CDB">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9504349" w14:textId="77777777" w:rsidR="003D45D6" w:rsidRDefault="003D45D6" w:rsidP="004C41E6">
      <w:pPr>
        <w:pStyle w:val="berschrift1"/>
      </w:pPr>
      <w:r>
        <w:br w:type="page"/>
      </w:r>
      <w:r>
        <w:lastRenderedPageBreak/>
        <w:t>Vorwort</w:t>
      </w:r>
    </w:p>
    <w:p w14:paraId="17323CEF" w14:textId="77777777" w:rsidR="003D45D6" w:rsidRDefault="003D45D6" w:rsidP="004C41E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D586893" w14:textId="77777777" w:rsidR="003D45D6" w:rsidRDefault="003D45D6" w:rsidP="004C41E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43B0C1BE" w14:textId="77777777" w:rsidR="003D45D6" w:rsidRDefault="003D45D6" w:rsidP="004C41E6">
      <w:r>
        <w:t>Euch allen wünsche ich Gottes reichen Segen und dass Ihr für Euch interessante Texte hier findet. Für Anregungen bin ich immer dankbar.</w:t>
      </w:r>
    </w:p>
    <w:p w14:paraId="6F05770E" w14:textId="77777777" w:rsidR="003D45D6" w:rsidRDefault="003D45D6" w:rsidP="004C41E6">
      <w:r>
        <w:t>Gruß &amp; Segen,</w:t>
      </w:r>
    </w:p>
    <w:p w14:paraId="3FB5368B" w14:textId="77777777" w:rsidR="003D45D6" w:rsidRDefault="003D45D6" w:rsidP="004C41E6">
      <w:r>
        <w:t>Andreas</w:t>
      </w:r>
    </w:p>
    <w:p w14:paraId="25FA400C" w14:textId="77777777" w:rsidR="003D45D6" w:rsidRDefault="003D45D6" w:rsidP="004C41E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C77E620" w14:textId="090A41EA" w:rsidR="003D45D6" w:rsidRDefault="004C41E6" w:rsidP="004C41E6">
      <w:pPr>
        <w:spacing w:after="0" w:line="240" w:lineRule="auto"/>
      </w:pPr>
      <w:r>
        <w:rPr>
          <w:noProof/>
        </w:rPr>
        <w:drawing>
          <wp:inline distT="0" distB="0" distL="0" distR="0" wp14:anchorId="42C1F602" wp14:editId="722A52BB">
            <wp:extent cx="2199640" cy="2860675"/>
            <wp:effectExtent l="0" t="0" r="0" b="0"/>
            <wp:docPr id="1" name="Grafik 1" descr="Carl Bernhard Garv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l Bernhard Garv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99640" cy="2860675"/>
                    </a:xfrm>
                    <a:prstGeom prst="rect">
                      <a:avLst/>
                    </a:prstGeom>
                    <a:noFill/>
                    <a:ln>
                      <a:noFill/>
                    </a:ln>
                  </pic:spPr>
                </pic:pic>
              </a:graphicData>
            </a:graphic>
          </wp:inline>
        </w:drawing>
      </w:r>
    </w:p>
    <w:p w14:paraId="153A46D1" w14:textId="78E2947A" w:rsidR="004C41E6" w:rsidRPr="004C41E6" w:rsidRDefault="004C41E6" w:rsidP="004C41E6">
      <w:pPr>
        <w:spacing w:before="100" w:beforeAutospacing="1" w:after="100" w:afterAutospacing="1" w:line="240" w:lineRule="auto"/>
        <w:rPr>
          <w:rFonts w:eastAsia="Times New Roman"/>
          <w:szCs w:val="24"/>
          <w:lang w:eastAsia="de-DE"/>
        </w:rPr>
      </w:pPr>
      <w:proofErr w:type="spellStart"/>
      <w:r w:rsidRPr="004C41E6">
        <w:rPr>
          <w:rFonts w:eastAsia="Times New Roman"/>
          <w:szCs w:val="24"/>
          <w:lang w:eastAsia="de-DE"/>
        </w:rPr>
        <w:t>Garve</w:t>
      </w:r>
      <w:proofErr w:type="spellEnd"/>
      <w:r w:rsidRPr="004C41E6">
        <w:rPr>
          <w:rFonts w:eastAsia="Times New Roman"/>
          <w:szCs w:val="24"/>
          <w:lang w:eastAsia="de-DE"/>
        </w:rPr>
        <w:t>, Carl Bernhard</w:t>
      </w:r>
      <w:r>
        <w:rPr>
          <w:rFonts w:eastAsia="Times New Roman"/>
          <w:szCs w:val="24"/>
          <w:lang w:eastAsia="de-DE"/>
        </w:rPr>
        <w:t xml:space="preserve"> </w:t>
      </w:r>
      <w:r w:rsidRPr="004C41E6">
        <w:rPr>
          <w:rFonts w:eastAsia="Times New Roman"/>
          <w:szCs w:val="24"/>
          <w:lang w:eastAsia="de-DE"/>
        </w:rPr>
        <w:t xml:space="preserve">ein reich begabter Liederdichter unserer Zeit, ward geboren bei Hannover am 24. Januar 1763; sein Vater, ein </w:t>
      </w:r>
      <w:proofErr w:type="spellStart"/>
      <w:r w:rsidRPr="004C41E6">
        <w:rPr>
          <w:rFonts w:eastAsia="Times New Roman"/>
          <w:szCs w:val="24"/>
          <w:lang w:eastAsia="de-DE"/>
        </w:rPr>
        <w:t>Königl</w:t>
      </w:r>
      <w:proofErr w:type="spellEnd"/>
      <w:r w:rsidRPr="004C41E6">
        <w:rPr>
          <w:rFonts w:eastAsia="Times New Roman"/>
          <w:szCs w:val="24"/>
          <w:lang w:eastAsia="de-DE"/>
        </w:rPr>
        <w:t xml:space="preserve">. Beamter, übergab ihn den Bildungsanstalten der evangelisch. Brüdergemeine, und er ward, nach Vollendung seiner Studien an mehren Orten in derselben Prediger, namentlich vom Jahre 1810 bis 1816 in Berlin. Gegenwärtig lebt derselbe in </w:t>
      </w:r>
      <w:proofErr w:type="spellStart"/>
      <w:r w:rsidRPr="004C41E6">
        <w:rPr>
          <w:rFonts w:eastAsia="Times New Roman"/>
          <w:szCs w:val="24"/>
          <w:lang w:eastAsia="de-DE"/>
        </w:rPr>
        <w:t>Neusalz</w:t>
      </w:r>
      <w:proofErr w:type="spellEnd"/>
      <w:r w:rsidRPr="004C41E6">
        <w:rPr>
          <w:rFonts w:eastAsia="Times New Roman"/>
          <w:szCs w:val="24"/>
          <w:lang w:eastAsia="de-DE"/>
        </w:rPr>
        <w:t xml:space="preserve"> an der Oder.</w:t>
      </w:r>
      <w:r>
        <w:rPr>
          <w:rFonts w:eastAsia="Times New Roman"/>
          <w:szCs w:val="24"/>
          <w:lang w:eastAsia="de-DE"/>
        </w:rPr>
        <w:t xml:space="preserve"> Starb 1841.</w:t>
      </w:r>
    </w:p>
    <w:p w14:paraId="698F71F7" w14:textId="77777777" w:rsidR="004C41E6" w:rsidRDefault="004C41E6" w:rsidP="004C41E6">
      <w:pPr>
        <w:spacing w:after="0" w:line="240" w:lineRule="auto"/>
      </w:pPr>
    </w:p>
    <w:p w14:paraId="6EC42453" w14:textId="77777777" w:rsidR="003D45D6" w:rsidRDefault="003D45D6" w:rsidP="004C41E6">
      <w:pPr>
        <w:spacing w:after="0" w:line="240" w:lineRule="auto"/>
        <w:rPr>
          <w:rFonts w:eastAsia="Times New Roman"/>
          <w:b/>
          <w:bCs/>
          <w:color w:val="000000"/>
          <w:kern w:val="36"/>
          <w:sz w:val="36"/>
          <w:szCs w:val="48"/>
          <w:lang w:eastAsia="de-DE"/>
        </w:rPr>
      </w:pPr>
      <w:r>
        <w:br w:type="page"/>
      </w:r>
    </w:p>
    <w:p w14:paraId="40591E3D" w14:textId="77777777" w:rsidR="0052434B" w:rsidRDefault="0052434B" w:rsidP="0052434B">
      <w:pPr>
        <w:pStyle w:val="berschrift1"/>
      </w:pPr>
      <w:r>
        <w:t>Ach sei mit Deiner Gnade</w:t>
      </w:r>
      <w:r w:rsidRPr="0052434B">
        <w:t xml:space="preserve"> </w:t>
      </w:r>
    </w:p>
    <w:p w14:paraId="35E9E007" w14:textId="77777777" w:rsidR="0052434B" w:rsidRDefault="0052434B" w:rsidP="0052434B">
      <w:pPr>
        <w:pStyle w:val="StandardWeb"/>
      </w:pPr>
      <w:r>
        <w:t>Ach sei mit Deiner Gnade,</w:t>
      </w:r>
      <w:r>
        <w:br/>
        <w:t>Bei uns, Herr Jesu Christ,</w:t>
      </w:r>
      <w:r>
        <w:br/>
        <w:t>Auf daß uns nimmer schade</w:t>
      </w:r>
      <w:r>
        <w:br/>
        <w:t>Des bösen Feindes List!</w:t>
      </w:r>
    </w:p>
    <w:p w14:paraId="68444C86" w14:textId="77777777" w:rsidR="0052434B" w:rsidRDefault="0052434B" w:rsidP="0052434B">
      <w:pPr>
        <w:pStyle w:val="StandardWeb"/>
      </w:pPr>
      <w:r>
        <w:t>Ach sei mit Deiner Liebe,</w:t>
      </w:r>
      <w:r>
        <w:br/>
        <w:t>Gott Vater, um uns her!</w:t>
      </w:r>
      <w:r>
        <w:br/>
        <w:t>Wenn diese uns nicht bliebe,</w:t>
      </w:r>
      <w:r>
        <w:br/>
        <w:t>Fiel uns die Welt zu schwer.</w:t>
      </w:r>
    </w:p>
    <w:p w14:paraId="1F38A4AC" w14:textId="77777777" w:rsidR="0052434B" w:rsidRDefault="0052434B" w:rsidP="0052434B">
      <w:pPr>
        <w:pStyle w:val="StandardWeb"/>
      </w:pPr>
      <w:r>
        <w:t xml:space="preserve">Ach </w:t>
      </w:r>
      <w:proofErr w:type="spellStart"/>
      <w:r>
        <w:t>heil’ger</w:t>
      </w:r>
      <w:proofErr w:type="spellEnd"/>
      <w:r>
        <w:t xml:space="preserve"> Geist, behalte</w:t>
      </w:r>
      <w:r>
        <w:br/>
        <w:t>Gemeinschaft allezeit</w:t>
      </w:r>
      <w:r>
        <w:br/>
        <w:t>Mit unsrem Geist, und walte</w:t>
      </w:r>
      <w:r>
        <w:br/>
        <w:t>Nun und in Ewigkeit!</w:t>
      </w:r>
    </w:p>
    <w:p w14:paraId="0C197D33" w14:textId="77777777" w:rsidR="0052434B" w:rsidRDefault="0052434B" w:rsidP="0052434B">
      <w:pPr>
        <w:pStyle w:val="berschrift1"/>
      </w:pPr>
      <w:r>
        <w:t>Amen! deines Grabes Friede</w:t>
      </w:r>
      <w:r w:rsidRPr="0052434B">
        <w:t xml:space="preserve"> </w:t>
      </w:r>
    </w:p>
    <w:p w14:paraId="48E4B46A" w14:textId="77777777" w:rsidR="0052434B" w:rsidRDefault="0052434B" w:rsidP="0052434B">
      <w:pPr>
        <w:pStyle w:val="StandardWeb"/>
      </w:pPr>
      <w:r>
        <w:t>Amen! deines Grabes Friede</w:t>
      </w:r>
      <w:r>
        <w:br/>
        <w:t xml:space="preserve">wird auch unser Grab </w:t>
      </w:r>
      <w:proofErr w:type="spellStart"/>
      <w:r>
        <w:t>durchweh’n</w:t>
      </w:r>
      <w:proofErr w:type="spellEnd"/>
      <w:r>
        <w:t>,</w:t>
      </w:r>
      <w:r>
        <w:br/>
        <w:t>wenn wir, von der Wallfahrt müde,</w:t>
      </w:r>
      <w:r>
        <w:br/>
      </w:r>
      <w:proofErr w:type="spellStart"/>
      <w:r>
        <w:t>ruh’n</w:t>
      </w:r>
      <w:proofErr w:type="spellEnd"/>
      <w:r>
        <w:t xml:space="preserve">, um froher </w:t>
      </w:r>
      <w:proofErr w:type="spellStart"/>
      <w:r>
        <w:t>aufzusteh’n</w:t>
      </w:r>
      <w:proofErr w:type="spellEnd"/>
      <w:r>
        <w:t>.</w:t>
      </w:r>
      <w:r>
        <w:br/>
        <w:t>Amen! Fürst der Auferstehung,</w:t>
      </w:r>
      <w:r>
        <w:br/>
        <w:t>der des Todes Riegel brach,</w:t>
      </w:r>
      <w:r>
        <w:br/>
        <w:t>zeuch durch Tod und Grab uns nach</w:t>
      </w:r>
      <w:r>
        <w:br/>
        <w:t xml:space="preserve">zu des </w:t>
      </w:r>
      <w:proofErr w:type="spellStart"/>
      <w:r>
        <w:t>Wonnereich’S</w:t>
      </w:r>
      <w:proofErr w:type="spellEnd"/>
      <w:r>
        <w:t xml:space="preserve"> Erhöhung,</w:t>
      </w:r>
      <w:r>
        <w:br/>
        <w:t>wo dem Tod der uns versöhnt,</w:t>
      </w:r>
      <w:r>
        <w:br/>
        <w:t xml:space="preserve">der </w:t>
      </w:r>
      <w:proofErr w:type="spellStart"/>
      <w:r>
        <w:t>Aeonen</w:t>
      </w:r>
      <w:proofErr w:type="spellEnd"/>
      <w:r>
        <w:t xml:space="preserve"> Loblied tönt.</w:t>
      </w:r>
    </w:p>
    <w:p w14:paraId="08EA2AC4" w14:textId="77777777" w:rsidR="0052434B" w:rsidRDefault="0052434B" w:rsidP="0052434B">
      <w:pPr>
        <w:pStyle w:val="StandardWeb"/>
      </w:pPr>
      <w:r>
        <w:t>Preis dem Herrn! wir werden leben;</w:t>
      </w:r>
      <w:r>
        <w:br/>
        <w:t>weil du auferstanden bist,</w:t>
      </w:r>
      <w:r>
        <w:br/>
        <w:t>muß das Grab uns wiedergeben,</w:t>
      </w:r>
      <w:r>
        <w:br/>
        <w:t>Preis und Dank dir, Jesu Christ!</w:t>
      </w:r>
      <w:r>
        <w:br/>
        <w:t>du bist Haupt, wir sind die Glieder;</w:t>
      </w:r>
      <w:r>
        <w:br/>
        <w:t>und wie du, so leben wir.</w:t>
      </w:r>
      <w:r>
        <w:br/>
        <w:t xml:space="preserve">Alle </w:t>
      </w:r>
      <w:proofErr w:type="spellStart"/>
      <w:r>
        <w:t>zieh’st</w:t>
      </w:r>
      <w:proofErr w:type="spellEnd"/>
      <w:r>
        <w:t xml:space="preserve"> du nach zu dir,</w:t>
      </w:r>
      <w:r>
        <w:br/>
        <w:t>großer Erstling deiner Brüder.</w:t>
      </w:r>
      <w:r>
        <w:br/>
        <w:t>Preis und Dank! wir leben hier,</w:t>
      </w:r>
      <w:r>
        <w:br/>
        <w:t>leben ewig dort mit dir.</w:t>
      </w:r>
    </w:p>
    <w:p w14:paraId="2A90FFCF" w14:textId="77777777" w:rsidR="0052434B" w:rsidRDefault="0052434B" w:rsidP="0052434B">
      <w:pPr>
        <w:pStyle w:val="berschrift1"/>
      </w:pPr>
      <w:r w:rsidRPr="0052434B">
        <w:t>Dein Wort, o Herr! ist milder Thau</w:t>
      </w:r>
    </w:p>
    <w:p w14:paraId="17B27E38" w14:textId="77777777" w:rsidR="0052434B" w:rsidRDefault="0052434B" w:rsidP="0052434B">
      <w:pPr>
        <w:pStyle w:val="StandardWeb"/>
      </w:pPr>
      <w:r>
        <w:t>Dein Wort, o Herr! ist milder Thau</w:t>
      </w:r>
      <w:r>
        <w:br/>
        <w:t xml:space="preserve">Für </w:t>
      </w:r>
      <w:proofErr w:type="spellStart"/>
      <w:r>
        <w:t>trostbedürft‘ge</w:t>
      </w:r>
      <w:proofErr w:type="spellEnd"/>
      <w:r>
        <w:t xml:space="preserve"> Seelen.</w:t>
      </w:r>
      <w:r>
        <w:br/>
        <w:t>Laß keinem Pflänzchen deiner Au</w:t>
      </w:r>
      <w:r>
        <w:br/>
        <w:t>Den Himmelsbalsam fehlen!</w:t>
      </w:r>
      <w:r>
        <w:br/>
        <w:t>Erquickt durch ihn,</w:t>
      </w:r>
      <w:r>
        <w:br/>
        <w:t xml:space="preserve">laß jedes </w:t>
      </w:r>
      <w:proofErr w:type="spellStart"/>
      <w:r>
        <w:t>blüh’n</w:t>
      </w:r>
      <w:proofErr w:type="spellEnd"/>
      <w:r>
        <w:t>,</w:t>
      </w:r>
      <w:r>
        <w:br/>
        <w:t>Und in der Zukunft Tagen</w:t>
      </w:r>
      <w:r>
        <w:br/>
        <w:t xml:space="preserve">Dir Frucht und </w:t>
      </w:r>
      <w:proofErr w:type="spellStart"/>
      <w:r>
        <w:t>Saamen</w:t>
      </w:r>
      <w:proofErr w:type="spellEnd"/>
      <w:r>
        <w:t xml:space="preserve"> tragen.</w:t>
      </w:r>
    </w:p>
    <w:p w14:paraId="35A0F1E7" w14:textId="77777777" w:rsidR="0052434B" w:rsidRDefault="0052434B" w:rsidP="0052434B">
      <w:pPr>
        <w:spacing w:before="100" w:beforeAutospacing="1" w:after="100" w:afterAutospacing="1" w:line="240" w:lineRule="auto"/>
      </w:pPr>
      <w:r>
        <w:t>2. Dein Wort ist, Herr, ein Flammenschwert,</w:t>
      </w:r>
      <w:r>
        <w:br/>
        <w:t>Ein Blitz, der Felsen splittert,</w:t>
      </w:r>
      <w:r>
        <w:br/>
        <w:t>Ein Feuer, das im Herzen zehrt,</w:t>
      </w:r>
      <w:r>
        <w:br/>
        <w:t>Und Mark und Bein erschüttert.</w:t>
      </w:r>
      <w:r>
        <w:br/>
        <w:t>O laß dein Wort</w:t>
      </w:r>
      <w:r>
        <w:br/>
        <w:t>Noch fort und fort</w:t>
      </w:r>
      <w:r>
        <w:br/>
        <w:t xml:space="preserve">Der Sünde Macht </w:t>
      </w:r>
      <w:proofErr w:type="spellStart"/>
      <w:r>
        <w:t>zerscheitern</w:t>
      </w:r>
      <w:proofErr w:type="spellEnd"/>
      <w:r>
        <w:br/>
        <w:t>Und alle Herzen läutern!</w:t>
      </w:r>
    </w:p>
    <w:p w14:paraId="7A6CF04C" w14:textId="77777777" w:rsidR="0052434B" w:rsidRDefault="0052434B" w:rsidP="0052434B">
      <w:pPr>
        <w:spacing w:before="100" w:beforeAutospacing="1" w:after="100" w:afterAutospacing="1" w:line="240" w:lineRule="auto"/>
      </w:pPr>
      <w:r>
        <w:t>3. Dein Wort ist uns der Morgenstern</w:t>
      </w:r>
      <w:r>
        <w:br/>
        <w:t>für unsre Pilgerreise.</w:t>
      </w:r>
      <w:r>
        <w:br/>
        <w:t>Es führt auch Thoren hin zum Herrn,</w:t>
      </w:r>
      <w:r>
        <w:br/>
        <w:t>Und macht die Einfalt weise.</w:t>
      </w:r>
      <w:r>
        <w:br/>
        <w:t>Dein Himmelslicht</w:t>
      </w:r>
      <w:r>
        <w:br/>
        <w:t>Verlösch‘ uns nicht;</w:t>
      </w:r>
      <w:r>
        <w:br/>
        <w:t xml:space="preserve">Es </w:t>
      </w:r>
      <w:proofErr w:type="spellStart"/>
      <w:r>
        <w:t>leuch</w:t>
      </w:r>
      <w:proofErr w:type="spellEnd"/>
      <w:r>
        <w:t>‘ in jede Seele,</w:t>
      </w:r>
      <w:r>
        <w:br/>
        <w:t>Daß keine Dich verfehle!</w:t>
      </w:r>
    </w:p>
    <w:p w14:paraId="0C280399" w14:textId="77777777" w:rsidR="004C41E6" w:rsidRDefault="004C41E6" w:rsidP="004C41E6">
      <w:pPr>
        <w:pStyle w:val="berschrift1"/>
      </w:pPr>
      <w:r w:rsidRPr="004C41E6">
        <w:t xml:space="preserve">Geist Gottes, </w:t>
      </w:r>
      <w:proofErr w:type="spellStart"/>
      <w:r w:rsidRPr="004C41E6">
        <w:t>unerschaff’ner</w:t>
      </w:r>
      <w:proofErr w:type="spellEnd"/>
      <w:r w:rsidRPr="004C41E6">
        <w:t xml:space="preserve"> Geist</w:t>
      </w:r>
    </w:p>
    <w:p w14:paraId="761EBE80" w14:textId="77777777" w:rsidR="004C41E6" w:rsidRDefault="004C41E6" w:rsidP="004C41E6">
      <w:pPr>
        <w:pStyle w:val="StandardWeb"/>
      </w:pPr>
      <w:r>
        <w:t xml:space="preserve">Geist Gottes, </w:t>
      </w:r>
      <w:proofErr w:type="spellStart"/>
      <w:r>
        <w:t>unerschaff’ner</w:t>
      </w:r>
      <w:proofErr w:type="spellEnd"/>
      <w:r>
        <w:t xml:space="preserve"> Geist!</w:t>
      </w:r>
      <w:r>
        <w:br/>
        <w:t>Du, den kein Seraph würdig preist –</w:t>
      </w:r>
      <w:r>
        <w:br/>
        <w:t>Licht, Leben, Kraft, Dir ewig gleich,</w:t>
      </w:r>
      <w:r>
        <w:br/>
        <w:t>An Gaben unermeßlich reich!</w:t>
      </w:r>
    </w:p>
    <w:p w14:paraId="147F1E01" w14:textId="77777777" w:rsidR="004C41E6" w:rsidRDefault="004C41E6" w:rsidP="004C41E6">
      <w:pPr>
        <w:pStyle w:val="StandardWeb"/>
      </w:pPr>
      <w:r>
        <w:t xml:space="preserve">2. Du füllst mit Leben </w:t>
      </w:r>
      <w:proofErr w:type="spellStart"/>
      <w:r>
        <w:t>Erd</w:t>
      </w:r>
      <w:proofErr w:type="spellEnd"/>
      <w:r>
        <w:t>‘ und Meer,</w:t>
      </w:r>
      <w:r>
        <w:br/>
        <w:t>Mit Geist und Kraft des Himmels Heer,</w:t>
      </w:r>
      <w:r>
        <w:br/>
        <w:t xml:space="preserve">Glanz Gottes, dessen </w:t>
      </w:r>
      <w:proofErr w:type="spellStart"/>
      <w:r>
        <w:t>ew’ges</w:t>
      </w:r>
      <w:proofErr w:type="spellEnd"/>
      <w:r>
        <w:t xml:space="preserve"> Licht</w:t>
      </w:r>
      <w:r>
        <w:br/>
        <w:t>In tausendfachen Strahlen bricht!</w:t>
      </w:r>
    </w:p>
    <w:p w14:paraId="6BAEB63F" w14:textId="77777777" w:rsidR="004C41E6" w:rsidRDefault="004C41E6" w:rsidP="004C41E6">
      <w:pPr>
        <w:pStyle w:val="StandardWeb"/>
      </w:pPr>
      <w:r>
        <w:t>3. Licht, Weisheit, Feuer flößtest Du</w:t>
      </w:r>
      <w:r>
        <w:br/>
        <w:t>Und Kraft der Sehern Gottes zu,</w:t>
      </w:r>
      <w:r>
        <w:br/>
        <w:t xml:space="preserve">Der Wahrheit Zeugen </w:t>
      </w:r>
      <w:proofErr w:type="spellStart"/>
      <w:r>
        <w:t>Heldenmuth</w:t>
      </w:r>
      <w:proofErr w:type="spellEnd"/>
      <w:r>
        <w:t>,</w:t>
      </w:r>
      <w:r>
        <w:br/>
        <w:t xml:space="preserve">Den </w:t>
      </w:r>
      <w:proofErr w:type="spellStart"/>
      <w:r>
        <w:t>Assaphsliedern</w:t>
      </w:r>
      <w:proofErr w:type="spellEnd"/>
      <w:r>
        <w:t xml:space="preserve"> </w:t>
      </w:r>
      <w:proofErr w:type="spellStart"/>
      <w:r>
        <w:t>Himmelsgluth</w:t>
      </w:r>
      <w:proofErr w:type="spellEnd"/>
      <w:r>
        <w:t>.</w:t>
      </w:r>
    </w:p>
    <w:p w14:paraId="28927D55" w14:textId="77777777" w:rsidR="004C41E6" w:rsidRDefault="004C41E6" w:rsidP="004C41E6">
      <w:pPr>
        <w:pStyle w:val="StandardWeb"/>
      </w:pPr>
      <w:r>
        <w:t>4. Vor allem liebst Du, göttlich rein</w:t>
      </w:r>
      <w:r>
        <w:br/>
        <w:t xml:space="preserve">Kraft </w:t>
      </w:r>
      <w:proofErr w:type="spellStart"/>
      <w:r>
        <w:t>heil’ger</w:t>
      </w:r>
      <w:proofErr w:type="spellEnd"/>
      <w:r>
        <w:t xml:space="preserve"> Lieb‘ in uns zu sein,</w:t>
      </w:r>
      <w:r>
        <w:br/>
        <w:t>Und kamst zu uns, aus Gott gesandt,</w:t>
      </w:r>
      <w:r>
        <w:br/>
        <w:t xml:space="preserve">Der </w:t>
      </w:r>
      <w:proofErr w:type="spellStart"/>
      <w:r>
        <w:t>ew’gen</w:t>
      </w:r>
      <w:proofErr w:type="spellEnd"/>
      <w:r>
        <w:t xml:space="preserve"> Liebe Bundespfand.</w:t>
      </w:r>
    </w:p>
    <w:p w14:paraId="16DEF5D5" w14:textId="77777777" w:rsidR="004C41E6" w:rsidRDefault="004C41E6" w:rsidP="004C41E6">
      <w:pPr>
        <w:pStyle w:val="StandardWeb"/>
      </w:pPr>
      <w:r>
        <w:t xml:space="preserve">5. Preis Dir und Dank, o </w:t>
      </w:r>
      <w:proofErr w:type="spellStart"/>
      <w:r>
        <w:t>Heil’ger</w:t>
      </w:r>
      <w:proofErr w:type="spellEnd"/>
      <w:r>
        <w:t xml:space="preserve"> Geist,</w:t>
      </w:r>
      <w:r>
        <w:br/>
        <w:t xml:space="preserve">Der Gottes Weg uns Sündern </w:t>
      </w:r>
      <w:proofErr w:type="spellStart"/>
      <w:r>
        <w:t>weis’t</w:t>
      </w:r>
      <w:proofErr w:type="spellEnd"/>
      <w:r>
        <w:t>,</w:t>
      </w:r>
      <w:r>
        <w:br/>
        <w:t>Der Gottes Bild in uns erneut</w:t>
      </w:r>
      <w:r>
        <w:br/>
        <w:t xml:space="preserve">Nach Jesu Christi </w:t>
      </w:r>
      <w:proofErr w:type="spellStart"/>
      <w:r>
        <w:t>Aehnlichkeit</w:t>
      </w:r>
      <w:proofErr w:type="spellEnd"/>
      <w:r>
        <w:t>!</w:t>
      </w:r>
    </w:p>
    <w:p w14:paraId="02899897" w14:textId="77777777" w:rsidR="004C41E6" w:rsidRDefault="004C41E6" w:rsidP="004C41E6">
      <w:pPr>
        <w:pStyle w:val="StandardWeb"/>
      </w:pPr>
      <w:r>
        <w:t>6. Du, dessen stiller Unterricht</w:t>
      </w:r>
      <w:r>
        <w:br/>
        <w:t>An’s stille Herz vernehmlich spricht,</w:t>
      </w:r>
      <w:r>
        <w:br/>
        <w:t>Und, wo der Sünder sich versteckt,</w:t>
      </w:r>
      <w:r>
        <w:br/>
        <w:t>Sein Herz mit Donnerstimme schreckt:</w:t>
      </w:r>
    </w:p>
    <w:p w14:paraId="73AF92C6" w14:textId="77777777" w:rsidR="004C41E6" w:rsidRDefault="004C41E6" w:rsidP="004C41E6">
      <w:pPr>
        <w:pStyle w:val="StandardWeb"/>
      </w:pPr>
      <w:r>
        <w:t>7. Gib Du uns selbst zu aller Zeit</w:t>
      </w:r>
      <w:r>
        <w:br/>
        <w:t>Ein leises Ohr und Sorgsamkeit!</w:t>
      </w:r>
      <w:r>
        <w:br/>
        <w:t xml:space="preserve">Denn Heiligtreu ist dein </w:t>
      </w:r>
      <w:proofErr w:type="spellStart"/>
      <w:r>
        <w:t>Bemühn</w:t>
      </w:r>
      <w:proofErr w:type="spellEnd"/>
      <w:r>
        <w:t>,</w:t>
      </w:r>
      <w:r>
        <w:br/>
        <w:t xml:space="preserve">Uns Gott zu Kindern zu </w:t>
      </w:r>
      <w:proofErr w:type="spellStart"/>
      <w:r>
        <w:t>erziehn</w:t>
      </w:r>
      <w:proofErr w:type="spellEnd"/>
      <w:r>
        <w:t>.</w:t>
      </w:r>
    </w:p>
    <w:p w14:paraId="319E9F6F" w14:textId="77777777" w:rsidR="004C41E6" w:rsidRDefault="004C41E6" w:rsidP="004C41E6">
      <w:pPr>
        <w:pStyle w:val="StandardWeb"/>
      </w:pPr>
      <w:r>
        <w:t>8. O würden wir dein lauter Preis</w:t>
      </w:r>
      <w:r>
        <w:br/>
        <w:t>Für deiner Pflege treuen Fleiß!</w:t>
      </w:r>
      <w:r>
        <w:br/>
        <w:t>O möchten wir Dich, Groß und Klein,</w:t>
      </w:r>
      <w:r>
        <w:br/>
        <w:t xml:space="preserve">An Geistesfrüchten reich, </w:t>
      </w:r>
      <w:proofErr w:type="spellStart"/>
      <w:r>
        <w:t>erfreun</w:t>
      </w:r>
      <w:proofErr w:type="spellEnd"/>
      <w:r>
        <w:t>!</w:t>
      </w:r>
    </w:p>
    <w:p w14:paraId="4A0FFEA3" w14:textId="77777777" w:rsidR="004C41E6" w:rsidRDefault="004C41E6" w:rsidP="004C41E6">
      <w:pPr>
        <w:pStyle w:val="berschrift1"/>
      </w:pPr>
      <w:r w:rsidRPr="004C41E6">
        <w:t>Geist Gottes! aus der Gottheit Fülle</w:t>
      </w:r>
    </w:p>
    <w:p w14:paraId="62A88C3A" w14:textId="77777777" w:rsidR="004C41E6" w:rsidRDefault="004C41E6" w:rsidP="004C41E6">
      <w:pPr>
        <w:pStyle w:val="StandardWeb"/>
      </w:pPr>
      <w:r>
        <w:t>Geist Gottes! aus der Gottheit Fülle</w:t>
      </w:r>
      <w:r>
        <w:br/>
        <w:t>Zu unserm Geist herabgesenkt,</w:t>
      </w:r>
      <w:r>
        <w:br/>
        <w:t xml:space="preserve">Der unbemerkt in </w:t>
      </w:r>
      <w:proofErr w:type="spellStart"/>
      <w:r>
        <w:t>heil’ger</w:t>
      </w:r>
      <w:proofErr w:type="spellEnd"/>
      <w:r>
        <w:t xml:space="preserve"> Stille</w:t>
      </w:r>
      <w:r>
        <w:br/>
        <w:t>Gen Himmel Trieb und Andacht lenkt,</w:t>
      </w:r>
      <w:r>
        <w:br/>
        <w:t>Der Davids Psalmenschwung beflügelt,</w:t>
      </w:r>
      <w:r>
        <w:br/>
        <w:t>Den Sehern Aug‘ und Mund entsiegelt,</w:t>
      </w:r>
      <w:r>
        <w:br/>
        <w:t xml:space="preserve">Ihr Herz mit </w:t>
      </w:r>
      <w:proofErr w:type="spellStart"/>
      <w:r>
        <w:t>Himmelsgluth</w:t>
      </w:r>
      <w:proofErr w:type="spellEnd"/>
      <w:r>
        <w:t xml:space="preserve"> durchdringt,</w:t>
      </w:r>
      <w:r>
        <w:br/>
        <w:t>Uns Gottes Wort und Weisheit lehret,</w:t>
      </w:r>
      <w:r>
        <w:br/>
        <w:t>Und seine Wahrheit hell verkläret</w:t>
      </w:r>
      <w:r>
        <w:br/>
        <w:t>Gib uns ein Lied, das Dich besingt!</w:t>
      </w:r>
    </w:p>
    <w:p w14:paraId="7718852D" w14:textId="77777777" w:rsidR="004C41E6" w:rsidRDefault="004C41E6" w:rsidP="004C41E6">
      <w:pPr>
        <w:pStyle w:val="StandardWeb"/>
      </w:pPr>
      <w:r>
        <w:t>2. Du bist es, Quell der reinsten Liebe,</w:t>
      </w:r>
      <w:r>
        <w:br/>
        <w:t>Die in das Herz lebendig quillt</w:t>
      </w:r>
      <w:r>
        <w:br/>
        <w:t>Du bist es, der des Herzens Triebe</w:t>
      </w:r>
      <w:r>
        <w:br/>
        <w:t>Mit heiliger Gotteskraft erfüllt.</w:t>
      </w:r>
      <w:r>
        <w:br/>
        <w:t xml:space="preserve">Du bist das Pfand des </w:t>
      </w:r>
      <w:proofErr w:type="spellStart"/>
      <w:r>
        <w:t>ew’gen</w:t>
      </w:r>
      <w:proofErr w:type="spellEnd"/>
      <w:r>
        <w:t xml:space="preserve"> Lebens.</w:t>
      </w:r>
      <w:r>
        <w:br/>
        <w:t>Du rufst o riefst Du nie vergebens!</w:t>
      </w:r>
      <w:r>
        <w:br/>
        <w:t>Wenn sich die Seel zum Schlummer neigt.</w:t>
      </w:r>
      <w:r>
        <w:br/>
        <w:t>Du bist es, der die Schwachheit stützet,</w:t>
      </w:r>
      <w:r>
        <w:br/>
        <w:t>Des Pilgers Lauf ermannt und schützet,</w:t>
      </w:r>
      <w:r>
        <w:br/>
        <w:t>Und ihm des Himmels Krone zeigt.</w:t>
      </w:r>
    </w:p>
    <w:p w14:paraId="02BA1613" w14:textId="77777777" w:rsidR="004C41E6" w:rsidRDefault="004C41E6" w:rsidP="004C41E6">
      <w:pPr>
        <w:pStyle w:val="StandardWeb"/>
      </w:pPr>
      <w:r>
        <w:t xml:space="preserve">3. Durch Dich lebt in </w:t>
      </w:r>
      <w:proofErr w:type="spellStart"/>
      <w:r>
        <w:t>lebend’gen</w:t>
      </w:r>
      <w:proofErr w:type="spellEnd"/>
      <w:r>
        <w:t xml:space="preserve"> Steinen</w:t>
      </w:r>
      <w:r>
        <w:br/>
        <w:t>Des Gotteshauses Heiligthum.</w:t>
      </w:r>
      <w:r>
        <w:br/>
        <w:t>Du baust und mehrst des Herrn Gemeinen,</w:t>
      </w:r>
      <w:r>
        <w:br/>
        <w:t>Erhöhst durch sie des Kreuzes Ruhm.</w:t>
      </w:r>
      <w:r>
        <w:br/>
        <w:t>Du sprichst durch sie mit Feuerzungen,</w:t>
      </w:r>
      <w:r>
        <w:br/>
        <w:t>Und beugst zu Herzenshuldigungen</w:t>
      </w:r>
      <w:r>
        <w:br/>
        <w:t xml:space="preserve">Der Heiden </w:t>
      </w:r>
      <w:proofErr w:type="spellStart"/>
      <w:r>
        <w:t>überwund’ne</w:t>
      </w:r>
      <w:proofErr w:type="spellEnd"/>
      <w:r>
        <w:t xml:space="preserve"> Kraft;</w:t>
      </w:r>
      <w:r>
        <w:br/>
        <w:t>Und Satans Reich muß Dir mit Beben</w:t>
      </w:r>
      <w:r>
        <w:br/>
        <w:t xml:space="preserve">Heraus die Schar </w:t>
      </w:r>
      <w:proofErr w:type="spellStart"/>
      <w:r>
        <w:t>Gefang’ner</w:t>
      </w:r>
      <w:proofErr w:type="spellEnd"/>
      <w:r>
        <w:t xml:space="preserve"> geben,</w:t>
      </w:r>
      <w:r>
        <w:br/>
        <w:t>Die er durch Sünden hält in Haft.</w:t>
      </w:r>
    </w:p>
    <w:p w14:paraId="37ED7ACB" w14:textId="77777777" w:rsidR="004C41E6" w:rsidRDefault="004C41E6" w:rsidP="004C41E6">
      <w:pPr>
        <w:pStyle w:val="StandardWeb"/>
      </w:pPr>
      <w:r>
        <w:t>4. Wer kann, wie Du, mit Donnern reden,</w:t>
      </w:r>
      <w:r>
        <w:br/>
        <w:t>Wenn Du im Schlaf den Sünder schreckst!</w:t>
      </w:r>
      <w:r>
        <w:br/>
        <w:t>Wer tröstet, so wie Du, die Blöden,</w:t>
      </w:r>
      <w:r>
        <w:br/>
        <w:t>Wenn Du die neue Sehnsucht weckst,</w:t>
      </w:r>
      <w:r>
        <w:br/>
        <w:t>Wenn sie sich schnöd‘ und kraftlos schauen,</w:t>
      </w:r>
      <w:r>
        <w:br/>
        <w:t>Und kaum dem Gnadenstuhle trauen,</w:t>
      </w:r>
      <w:r>
        <w:br/>
        <w:t>Der sie mit Friedensgruß begrüßt?</w:t>
      </w:r>
      <w:r>
        <w:br/>
        <w:t>Wer kann, wie Du, den Kummer stillen,</w:t>
      </w:r>
      <w:r>
        <w:br/>
        <w:t>Wenn, willig nach des Vaters Willen,</w:t>
      </w:r>
      <w:r>
        <w:br/>
        <w:t>Der Geist des Fleisches Schwäche büßt?</w:t>
      </w:r>
    </w:p>
    <w:p w14:paraId="2C8C97D0" w14:textId="77777777" w:rsidR="004C41E6" w:rsidRDefault="004C41E6" w:rsidP="004C41E6">
      <w:pPr>
        <w:pStyle w:val="StandardWeb"/>
      </w:pPr>
      <w:r>
        <w:t xml:space="preserve">5. Du lehrst die </w:t>
      </w:r>
      <w:proofErr w:type="spellStart"/>
      <w:r>
        <w:t>Trübsalstunde</w:t>
      </w:r>
      <w:proofErr w:type="spellEnd"/>
      <w:r>
        <w:t xml:space="preserve"> beten,</w:t>
      </w:r>
      <w:r>
        <w:br/>
        <w:t>Daß laut ihr Schrei die Wolken bricht.</w:t>
      </w:r>
      <w:r>
        <w:br/>
        <w:t>Du lehrst zum Thron die Liebe treten,</w:t>
      </w:r>
      <w:r>
        <w:br/>
        <w:t>Die Dank und Kraft und Demuth spricht.</w:t>
      </w:r>
      <w:r>
        <w:br/>
        <w:t>Du läuterst mit dem Prüfungstiegel,</w:t>
      </w:r>
      <w:r>
        <w:br/>
        <w:t>Du drückest der Bewährung Siegel</w:t>
      </w:r>
      <w:r>
        <w:br/>
        <w:t>Den wohlgeprüften Seelen auf;</w:t>
      </w:r>
      <w:r>
        <w:br/>
        <w:t>Du führst auf Blut- und Flammenwegen</w:t>
      </w:r>
      <w:r>
        <w:br/>
        <w:t xml:space="preserve">Die </w:t>
      </w:r>
      <w:proofErr w:type="spellStart"/>
      <w:r>
        <w:t>Märt’rerschar</w:t>
      </w:r>
      <w:proofErr w:type="spellEnd"/>
      <w:r>
        <w:t xml:space="preserve"> der Palm entgegen,</w:t>
      </w:r>
      <w:r>
        <w:br/>
        <w:t>Und führst sie im Triumph hinauf!</w:t>
      </w:r>
    </w:p>
    <w:p w14:paraId="109FD9B3" w14:textId="77777777" w:rsidR="004C41E6" w:rsidRDefault="004C41E6" w:rsidP="004C41E6">
      <w:pPr>
        <w:pStyle w:val="berschrift1"/>
      </w:pPr>
      <w:r w:rsidRPr="004C41E6">
        <w:t>Gott ist treu</w:t>
      </w:r>
    </w:p>
    <w:p w14:paraId="5F6F5F2D" w14:textId="77777777" w:rsidR="004C41E6" w:rsidRDefault="004C41E6" w:rsidP="004C41E6">
      <w:pPr>
        <w:pStyle w:val="StandardWeb"/>
      </w:pPr>
      <w:r>
        <w:t>Gott ist treu, ja Er ist ewig treu!</w:t>
      </w:r>
      <w:r>
        <w:br/>
        <w:t>Und alle Morgen neu</w:t>
      </w:r>
      <w:r>
        <w:br/>
        <w:t>Strahlt feine Güte.</w:t>
      </w:r>
      <w:r>
        <w:br/>
        <w:t>O, daß mein Dank ihm glühte,</w:t>
      </w:r>
      <w:r>
        <w:br/>
        <w:t>Gleich seiner Treu,</w:t>
      </w:r>
      <w:r>
        <w:br/>
        <w:t>Tagtäglich neu!</w:t>
      </w:r>
    </w:p>
    <w:p w14:paraId="4EA31AB3" w14:textId="77777777" w:rsidR="004C41E6" w:rsidRDefault="004C41E6" w:rsidP="004C41E6">
      <w:pPr>
        <w:pStyle w:val="StandardWeb"/>
      </w:pPr>
      <w:r>
        <w:t>2. Gott ist treu! Er hält, was Er verspricht.</w:t>
      </w:r>
      <w:r>
        <w:br/>
        <w:t>Er läßt die Seinen nicht.</w:t>
      </w:r>
      <w:r>
        <w:br/>
        <w:t>In schwülster Stunde,</w:t>
      </w:r>
      <w:r>
        <w:br/>
        <w:t>Treu Seinem Segensbunde,</w:t>
      </w:r>
      <w:r>
        <w:br/>
        <w:t>Steht Er uns bei,</w:t>
      </w:r>
      <w:r>
        <w:br/>
        <w:t>Der Herr ist treu!</w:t>
      </w:r>
    </w:p>
    <w:p w14:paraId="624422FC" w14:textId="77777777" w:rsidR="004C41E6" w:rsidRDefault="004C41E6" w:rsidP="004C41E6">
      <w:pPr>
        <w:pStyle w:val="StandardWeb"/>
      </w:pPr>
      <w:r>
        <w:t>3. Gott ist treu! Er sorget väterlich</w:t>
      </w:r>
      <w:r>
        <w:br/>
        <w:t>Für sein Geschöpf, für mich.</w:t>
      </w:r>
      <w:r>
        <w:br/>
        <w:t>Auch Schwäch‘ und Fehle</w:t>
      </w:r>
      <w:r>
        <w:br/>
        <w:t>lenkt Er zum Heil der Seele.</w:t>
      </w:r>
      <w:r>
        <w:br/>
        <w:t>Rühmt laut und frei:</w:t>
      </w:r>
      <w:r>
        <w:br/>
        <w:t>Der Herr ist treu!</w:t>
      </w:r>
    </w:p>
    <w:p w14:paraId="6AFF1534" w14:textId="77777777" w:rsidR="004C41E6" w:rsidRDefault="004C41E6" w:rsidP="004C41E6">
      <w:pPr>
        <w:pStyle w:val="StandardWeb"/>
      </w:pPr>
      <w:r>
        <w:t>4. Gott ist treu! uns stärket seine Macht,</w:t>
      </w:r>
      <w:r>
        <w:br/>
        <w:t>Und nimmt uns treu in Acht</w:t>
      </w:r>
      <w:r>
        <w:br/>
        <w:t>Vor Satans Raube;</w:t>
      </w:r>
      <w:r>
        <w:br/>
        <w:t>Und sinkt auch uns der Glaube,</w:t>
      </w:r>
      <w:r>
        <w:br/>
        <w:t>Bleibt Er doch treu,</w:t>
      </w:r>
      <w:r>
        <w:br/>
        <w:t>Und springt uns bei.</w:t>
      </w:r>
    </w:p>
    <w:p w14:paraId="56DD6F2A" w14:textId="77777777" w:rsidR="004C41E6" w:rsidRDefault="004C41E6" w:rsidP="004C41E6">
      <w:pPr>
        <w:pStyle w:val="StandardWeb"/>
      </w:pPr>
      <w:r>
        <w:t>5. Gott ist treu! O süßes Gnadenwort!</w:t>
      </w:r>
      <w:r>
        <w:br/>
        <w:t>Sei Du mein Fels und Hort!</w:t>
      </w:r>
      <w:r>
        <w:br/>
        <w:t>Ob Alles scheide,</w:t>
      </w:r>
      <w:r>
        <w:br/>
        <w:t>Bleibst Du noch meine Freude.</w:t>
      </w:r>
      <w:r>
        <w:br/>
        <w:t>Die Welt vergeht;</w:t>
      </w:r>
      <w:r>
        <w:br/>
        <w:t>Dies Wort besteht.</w:t>
      </w:r>
    </w:p>
    <w:p w14:paraId="1BC0FD94" w14:textId="77777777" w:rsidR="004C41E6" w:rsidRDefault="004C41E6" w:rsidP="004C41E6">
      <w:pPr>
        <w:pStyle w:val="berschrift1"/>
      </w:pPr>
      <w:r w:rsidRPr="004C41E6">
        <w:t>Gott, Allweiser, wer bin ich</w:t>
      </w:r>
    </w:p>
    <w:p w14:paraId="55CCE2D1" w14:textId="77777777" w:rsidR="004C41E6" w:rsidRDefault="004C41E6" w:rsidP="004C41E6">
      <w:pPr>
        <w:pStyle w:val="StandardWeb"/>
      </w:pPr>
      <w:r>
        <w:t>Gott, Allweiser, wer bin ich,</w:t>
      </w:r>
      <w:r>
        <w:br/>
        <w:t>Deine Weisheit auszugründen?</w:t>
      </w:r>
      <w:r>
        <w:br/>
        <w:t>Halm und Sonne rühmen Dich,</w:t>
      </w:r>
      <w:r>
        <w:br/>
        <w:t>Jeder Wurm kann Dich verkünden;</w:t>
      </w:r>
      <w:r>
        <w:br/>
        <w:t>Doch welch‘ Auge kann ersehen</w:t>
      </w:r>
      <w:r>
        <w:br/>
        <w:t>Gottes Tiefen, Gottes Höhen?</w:t>
      </w:r>
    </w:p>
    <w:p w14:paraId="302653C7" w14:textId="77777777" w:rsidR="004C41E6" w:rsidRDefault="004C41E6" w:rsidP="004C41E6">
      <w:pPr>
        <w:pStyle w:val="StandardWeb"/>
      </w:pPr>
      <w:r>
        <w:t>2. Deiner Welten weites All</w:t>
      </w:r>
      <w:r>
        <w:br/>
        <w:t xml:space="preserve">Jauchzt im </w:t>
      </w:r>
      <w:proofErr w:type="spellStart"/>
      <w:r>
        <w:t>unermeßnen</w:t>
      </w:r>
      <w:proofErr w:type="spellEnd"/>
      <w:r>
        <w:t xml:space="preserve"> Kreise,</w:t>
      </w:r>
      <w:r>
        <w:br/>
        <w:t>Aller Himmel Wiederhall</w:t>
      </w:r>
      <w:r>
        <w:br/>
        <w:t>Jauchzt zurück: der Herr ist weise!</w:t>
      </w:r>
      <w:r>
        <w:br/>
        <w:t>Und in seiner Weisheit Händen</w:t>
      </w:r>
      <w:r>
        <w:br/>
      </w:r>
      <w:proofErr w:type="spellStart"/>
      <w:r>
        <w:t>Ruhn</w:t>
      </w:r>
      <w:proofErr w:type="spellEnd"/>
      <w:r>
        <w:t xml:space="preserve"> getrost der Himmel Enden.</w:t>
      </w:r>
    </w:p>
    <w:p w14:paraId="4968C9B1" w14:textId="77777777" w:rsidR="004C41E6" w:rsidRDefault="004C41E6" w:rsidP="004C41E6">
      <w:pPr>
        <w:pStyle w:val="StandardWeb"/>
      </w:pPr>
      <w:r>
        <w:t>3. Und der Mensch, der Erdenstaub,</w:t>
      </w:r>
      <w:r>
        <w:br/>
        <w:t>Will den Rath des Höchsten richten?</w:t>
      </w:r>
      <w:r>
        <w:br/>
        <w:t>Selbst des leisen Lüftchens Raub,</w:t>
      </w:r>
      <w:r>
        <w:br/>
        <w:t>Will er Gottes Ernten sichten?</w:t>
      </w:r>
      <w:r>
        <w:br/>
        <w:t>In sein Maß den Himmel pressen?</w:t>
      </w:r>
      <w:r>
        <w:br/>
        <w:t>Gott an seiner Spanne messen?</w:t>
      </w:r>
    </w:p>
    <w:p w14:paraId="540E6151" w14:textId="77777777" w:rsidR="004C41E6" w:rsidRDefault="004C41E6" w:rsidP="004C41E6">
      <w:pPr>
        <w:pStyle w:val="StandardWeb"/>
      </w:pPr>
      <w:r>
        <w:t xml:space="preserve">4. Was Dein weiser Rath </w:t>
      </w:r>
      <w:proofErr w:type="spellStart"/>
      <w:r>
        <w:t>beschleußt</w:t>
      </w:r>
      <w:proofErr w:type="spellEnd"/>
      <w:r>
        <w:t>,</w:t>
      </w:r>
      <w:r>
        <w:br/>
        <w:t>Wohl uns! kann kein Thor verhindern.</w:t>
      </w:r>
      <w:r>
        <w:br/>
        <w:t>Walte Du, und sei gepreist,</w:t>
      </w:r>
      <w:r>
        <w:br/>
        <w:t>Herr, von Deiner Weisheit Kindern!</w:t>
      </w:r>
      <w:r>
        <w:br/>
        <w:t>Ob sie’s oft nicht fassen mögen,</w:t>
      </w:r>
      <w:r>
        <w:br/>
        <w:t>Dennoch, all‘ Dein Thun ist Segen.</w:t>
      </w:r>
    </w:p>
    <w:p w14:paraId="46B84E58" w14:textId="77777777" w:rsidR="004C41E6" w:rsidRDefault="004C41E6" w:rsidP="004C41E6">
      <w:pPr>
        <w:pStyle w:val="StandardWeb"/>
      </w:pPr>
      <w:r>
        <w:t xml:space="preserve">5. </w:t>
      </w:r>
      <w:proofErr w:type="spellStart"/>
      <w:r>
        <w:t>Ew’ge</w:t>
      </w:r>
      <w:proofErr w:type="spellEnd"/>
      <w:r>
        <w:t xml:space="preserve"> Weisheit, rede Du!</w:t>
      </w:r>
      <w:r>
        <w:br/>
        <w:t xml:space="preserve">Auf dein </w:t>
      </w:r>
      <w:proofErr w:type="spellStart"/>
      <w:r>
        <w:t>Zeugniß</w:t>
      </w:r>
      <w:proofErr w:type="spellEnd"/>
      <w:r>
        <w:t xml:space="preserve"> darf ich bauen,</w:t>
      </w:r>
      <w:r>
        <w:br/>
        <w:t>Führe mich dem Himmel zu!</w:t>
      </w:r>
      <w:r>
        <w:br/>
        <w:t>Deiner Führung darf ich trauen;</w:t>
      </w:r>
      <w:r>
        <w:br/>
        <w:t>Bist Du heute mir verborgen,</w:t>
      </w:r>
      <w:r>
        <w:br/>
        <w:t>Dich verklärt der nächste Morgen.</w:t>
      </w:r>
    </w:p>
    <w:p w14:paraId="27A271B8" w14:textId="77777777" w:rsidR="004C41E6" w:rsidRDefault="004C41E6" w:rsidP="004C41E6">
      <w:pPr>
        <w:pStyle w:val="StandardWeb"/>
      </w:pPr>
      <w:r>
        <w:t>6. Einst durchschau ich sonnenhell</w:t>
      </w:r>
      <w:r>
        <w:br/>
        <w:t>Deines Waltens Segensfüllen,</w:t>
      </w:r>
      <w:r>
        <w:br/>
        <w:t xml:space="preserve">Und in deinem </w:t>
      </w:r>
      <w:proofErr w:type="spellStart"/>
      <w:r>
        <w:t>ew’gen</w:t>
      </w:r>
      <w:proofErr w:type="spellEnd"/>
      <w:r>
        <w:t xml:space="preserve"> Quell</w:t>
      </w:r>
      <w:r>
        <w:br/>
        <w:t>Wird des Geistes Durst sich stillen.</w:t>
      </w:r>
      <w:r>
        <w:br/>
        <w:t>Meine Weisheit sei, auf Erden</w:t>
      </w:r>
      <w:r>
        <w:br/>
        <w:t>Weise durch dein Wort zu werden.</w:t>
      </w:r>
    </w:p>
    <w:p w14:paraId="11D9DA5D" w14:textId="77777777" w:rsidR="0052434B" w:rsidRDefault="0052434B" w:rsidP="0052434B">
      <w:pPr>
        <w:pStyle w:val="berschrift1"/>
      </w:pPr>
      <w:r w:rsidRPr="004C41E6">
        <w:t>Lob des Wortes.</w:t>
      </w:r>
    </w:p>
    <w:p w14:paraId="6D9ACD3E" w14:textId="77777777" w:rsidR="0052434B" w:rsidRDefault="0052434B" w:rsidP="0052434B">
      <w:pPr>
        <w:pStyle w:val="StandardWeb"/>
      </w:pPr>
      <w:r>
        <w:t>Wort von Gotteskraft, durch dich</w:t>
      </w:r>
      <w:r>
        <w:br/>
        <w:t>Wird das Herz sich aufgeschlossen,</w:t>
      </w:r>
      <w:r>
        <w:br/>
        <w:t>Und ein Feld eröffnet sich,</w:t>
      </w:r>
      <w:r>
        <w:br/>
        <w:t>Wo dem Himmel Ernten sprossen.</w:t>
      </w:r>
      <w:r>
        <w:br/>
        <w:t>Keiner Weltmacht kann gelingen,</w:t>
      </w:r>
      <w:r>
        <w:br/>
        <w:t>Was Du hilfst in Kraft vollbringen.</w:t>
      </w:r>
    </w:p>
    <w:p w14:paraId="66C0AAD9" w14:textId="77777777" w:rsidR="0052434B" w:rsidRDefault="0052434B" w:rsidP="0052434B">
      <w:pPr>
        <w:spacing w:before="100" w:beforeAutospacing="1" w:after="100" w:afterAutospacing="1" w:line="240" w:lineRule="auto"/>
      </w:pPr>
      <w:r>
        <w:t>2. Selig, die an Gottes Wort</w:t>
      </w:r>
      <w:r>
        <w:br/>
        <w:t>Geist und Herz so gern erquicken,</w:t>
      </w:r>
      <w:r>
        <w:br/>
        <w:t>Und vom Baum, der nie verdorrt,</w:t>
      </w:r>
      <w:r>
        <w:br/>
        <w:t>Blätter der Gesundheit pflücken,</w:t>
      </w:r>
      <w:r>
        <w:br/>
        <w:t>Und in seinen Bergwerksgründen</w:t>
      </w:r>
      <w:r>
        <w:br/>
        <w:t>Immer neue Schätze finden!</w:t>
      </w:r>
    </w:p>
    <w:p w14:paraId="058B59D9" w14:textId="6F271C50" w:rsidR="004C41E6" w:rsidRDefault="004C41E6" w:rsidP="004C41E6">
      <w:pPr>
        <w:pStyle w:val="berschrift1"/>
        <w:rPr>
          <w:sz w:val="48"/>
        </w:rPr>
      </w:pPr>
      <w:r w:rsidRPr="004C41E6">
        <w:t>O Du, der Völker Heil</w:t>
      </w:r>
    </w:p>
    <w:p w14:paraId="4E02878A" w14:textId="77777777" w:rsidR="004C41E6" w:rsidRDefault="004C41E6" w:rsidP="004C41E6">
      <w:pPr>
        <w:pStyle w:val="StandardWeb"/>
      </w:pPr>
      <w:r>
        <w:t>O Du, der Völker Heil,</w:t>
      </w:r>
      <w:r>
        <w:br/>
        <w:t>Der Menschheit Ehr‘ und Sonne,</w:t>
      </w:r>
      <w:r>
        <w:br/>
        <w:t>Des Bergens schönstes Theil,</w:t>
      </w:r>
      <w:r>
        <w:br/>
        <w:t>Des Geistes Kraft und Wonne!</w:t>
      </w:r>
      <w:r>
        <w:br/>
        <w:t>Welch‘ Werk der Engel malt,</w:t>
      </w:r>
      <w:r>
        <w:br/>
        <w:t>Mit Himmelsfarbenlicht</w:t>
      </w:r>
      <w:r>
        <w:br/>
        <w:t>Dein Bild, das Gottheit strahlt</w:t>
      </w:r>
      <w:r>
        <w:br/>
        <w:t>Im Menschenangesicht!</w:t>
      </w:r>
    </w:p>
    <w:p w14:paraId="52168B54" w14:textId="77777777" w:rsidR="004C41E6" w:rsidRDefault="004C41E6" w:rsidP="004C41E6">
      <w:pPr>
        <w:pStyle w:val="StandardWeb"/>
      </w:pPr>
      <w:r>
        <w:t>2. Reiz vor jedem Reiz,</w:t>
      </w:r>
      <w:r>
        <w:br/>
        <w:t>Das Aug‘ an Dir zu weiden,</w:t>
      </w:r>
      <w:r>
        <w:br/>
        <w:t>Vom Stalle bis an’s Kreuz,</w:t>
      </w:r>
      <w:r>
        <w:br/>
        <w:t>Im Leben, Wirken, Leiden!</w:t>
      </w:r>
      <w:r>
        <w:br/>
        <w:t>Wie fromm, wie gut und mild,</w:t>
      </w:r>
      <w:r>
        <w:br/>
        <w:t>Wie machtvoll, hehr und groß</w:t>
      </w:r>
      <w:r>
        <w:br/>
        <w:t>Steht da vor mir Dein Bild,</w:t>
      </w:r>
      <w:r>
        <w:br/>
        <w:t>Wie rein und fleckenlos!</w:t>
      </w:r>
    </w:p>
    <w:p w14:paraId="45EBF952" w14:textId="77777777" w:rsidR="004C41E6" w:rsidRDefault="004C41E6" w:rsidP="004C41E6">
      <w:pPr>
        <w:pStyle w:val="StandardWeb"/>
      </w:pPr>
      <w:r>
        <w:t xml:space="preserve">3. Hier </w:t>
      </w:r>
      <w:proofErr w:type="spellStart"/>
      <w:r>
        <w:t>seh</w:t>
      </w:r>
      <w:proofErr w:type="spellEnd"/>
      <w:r>
        <w:t>‘ ich Dich als Kind;</w:t>
      </w:r>
      <w:r>
        <w:br/>
        <w:t>Wer kann’s nach Würden preisen?</w:t>
      </w:r>
      <w:r>
        <w:br/>
        <w:t>So himmlisch treu gesinnt,</w:t>
      </w:r>
      <w:r>
        <w:br/>
        <w:t>Ein Wunder selbst den Weisen.</w:t>
      </w:r>
      <w:r>
        <w:br/>
        <w:t>Doch ruhst Du still daheim</w:t>
      </w:r>
      <w:r>
        <w:br/>
        <w:t>In Demuth sanft und treu,</w:t>
      </w:r>
      <w:r>
        <w:br/>
        <w:t>Und pflegst noch jeden Keim,</w:t>
      </w:r>
      <w:r>
        <w:br/>
        <w:t>Bis er Baum Gottes sei.</w:t>
      </w:r>
    </w:p>
    <w:p w14:paraId="08C89689" w14:textId="77777777" w:rsidR="004C41E6" w:rsidRDefault="004C41E6" w:rsidP="004C41E6">
      <w:pPr>
        <w:pStyle w:val="StandardWeb"/>
      </w:pPr>
      <w:r>
        <w:t>4. Der Himmel öffnet sich.</w:t>
      </w:r>
      <w:r>
        <w:br/>
        <w:t>Was sagt der Taube Schweben?</w:t>
      </w:r>
      <w:r>
        <w:br/>
        <w:t>Geist Gottes kommt auf Dich</w:t>
      </w:r>
      <w:r>
        <w:br/>
        <w:t>Und salbt dein Amt und Leben.</w:t>
      </w:r>
      <w:r>
        <w:br/>
        <w:t>Und wie in Bußgestalt</w:t>
      </w:r>
      <w:r>
        <w:br/>
        <w:t xml:space="preserve">Du schwörst den </w:t>
      </w:r>
      <w:proofErr w:type="spellStart"/>
      <w:r>
        <w:t>heil‘gen</w:t>
      </w:r>
      <w:proofErr w:type="spellEnd"/>
      <w:r>
        <w:t xml:space="preserve"> Bund</w:t>
      </w:r>
      <w:r>
        <w:br/>
        <w:t xml:space="preserve">Welch‘ hehre </w:t>
      </w:r>
      <w:proofErr w:type="spellStart"/>
      <w:r>
        <w:t>Stimm</w:t>
      </w:r>
      <w:proofErr w:type="spellEnd"/>
      <w:r>
        <w:t>‘ erschallt?</w:t>
      </w:r>
      <w:r>
        <w:br/>
        <w:t>Sohn grüßt Dich Gottes Mund!</w:t>
      </w:r>
    </w:p>
    <w:p w14:paraId="1243ADC9" w14:textId="77777777" w:rsidR="004C41E6" w:rsidRDefault="004C41E6" w:rsidP="004C41E6">
      <w:pPr>
        <w:pStyle w:val="StandardWeb"/>
      </w:pPr>
      <w:r>
        <w:t xml:space="preserve">5. Schon </w:t>
      </w:r>
      <w:proofErr w:type="spellStart"/>
      <w:r>
        <w:t>seh</w:t>
      </w:r>
      <w:proofErr w:type="spellEnd"/>
      <w:r>
        <w:t>‘ ich Dich in Kraft</w:t>
      </w:r>
      <w:r>
        <w:br/>
        <w:t xml:space="preserve">Der </w:t>
      </w:r>
      <w:proofErr w:type="spellStart"/>
      <w:r>
        <w:t>heil’gen</w:t>
      </w:r>
      <w:proofErr w:type="spellEnd"/>
      <w:r>
        <w:t xml:space="preserve"> Taufe gehen,</w:t>
      </w:r>
      <w:r>
        <w:br/>
        <w:t>Und, durch kein Weh‘ erschlafft,</w:t>
      </w:r>
      <w:r>
        <w:br/>
        <w:t>Den langen Kampf bestehen.</w:t>
      </w:r>
      <w:r>
        <w:br/>
        <w:t>Schon tönt dein Gotteswort,</w:t>
      </w:r>
      <w:r>
        <w:br/>
        <w:t>Ein Wort voll Seligkeit,</w:t>
      </w:r>
      <w:r>
        <w:br/>
        <w:t>Und tönt gewaltig fort</w:t>
      </w:r>
      <w:r>
        <w:br/>
        <w:t>Bis an das Grab der Zeit.</w:t>
      </w:r>
    </w:p>
    <w:p w14:paraId="496EAB58" w14:textId="77777777" w:rsidR="004C41E6" w:rsidRDefault="004C41E6" w:rsidP="004C41E6">
      <w:pPr>
        <w:pStyle w:val="StandardWeb"/>
      </w:pPr>
      <w:r>
        <w:t>6. Kommt, rufst Du, folget mir!</w:t>
      </w:r>
      <w:r>
        <w:br/>
        <w:t>Und Vätern, Netzen, Schiffen</w:t>
      </w:r>
      <w:r>
        <w:br/>
        <w:t>Enteilt man, folget Dir,</w:t>
      </w:r>
      <w:r>
        <w:br/>
        <w:t>Vom Himmelswort ergriffen.</w:t>
      </w:r>
      <w:r>
        <w:br/>
        <w:t>Verachtet, arm, gering</w:t>
      </w:r>
      <w:r>
        <w:br/>
        <w:t>Tritt jetzt dein Schüler ein.</w:t>
      </w:r>
      <w:r>
        <w:br/>
        <w:t>Bald wird, der Fische fing,</w:t>
      </w:r>
      <w:r>
        <w:br/>
        <w:t>Ein Menschenfischer sein.</w:t>
      </w:r>
    </w:p>
    <w:p w14:paraId="35B03911" w14:textId="77777777" w:rsidR="004C41E6" w:rsidRDefault="004C41E6" w:rsidP="004C41E6">
      <w:pPr>
        <w:pStyle w:val="StandardWeb"/>
      </w:pPr>
      <w:r>
        <w:t>7. Der Satan eilt in Flucht</w:t>
      </w:r>
      <w:r>
        <w:br/>
        <w:t>Vor deinem Gottheitsstempel;</w:t>
      </w:r>
      <w:r>
        <w:br/>
        <w:t>Voll Eifers übst Du Zucht</w:t>
      </w:r>
      <w:r>
        <w:br/>
        <w:t>In deines Vaters Tempel.</w:t>
      </w:r>
      <w:r>
        <w:br/>
        <w:t>Doch o! wie lächelst Du</w:t>
      </w:r>
      <w:r>
        <w:br/>
        <w:t>Mit namenloser Huld</w:t>
      </w:r>
      <w:r>
        <w:br/>
        <w:t>Verzagten Sündern zu!</w:t>
      </w:r>
      <w:r>
        <w:br/>
        <w:t>Und weg ist ihre Schuld.</w:t>
      </w:r>
    </w:p>
    <w:p w14:paraId="448A22CF" w14:textId="77777777" w:rsidR="004C41E6" w:rsidRDefault="004C41E6" w:rsidP="004C41E6">
      <w:pPr>
        <w:pStyle w:val="StandardWeb"/>
      </w:pPr>
      <w:r>
        <w:t>8. Wie sinkt Dir jene dort</w:t>
      </w:r>
      <w:r>
        <w:br/>
        <w:t>In heißem Dank zu Füßen!</w:t>
      </w:r>
      <w:r>
        <w:br/>
        <w:t>Ihr Herz möcht ohne Wort</w:t>
      </w:r>
      <w:r>
        <w:br/>
        <w:t xml:space="preserve">Zum </w:t>
      </w:r>
      <w:proofErr w:type="spellStart"/>
      <w:r>
        <w:t>Thränenbach</w:t>
      </w:r>
      <w:proofErr w:type="spellEnd"/>
      <w:r>
        <w:t xml:space="preserve"> zerfließen.</w:t>
      </w:r>
      <w:r>
        <w:br/>
        <w:t>Und Du, wie sanft und lind</w:t>
      </w:r>
      <w:r>
        <w:br/>
        <w:t>Nimmst Du Dich ihrer an!</w:t>
      </w:r>
      <w:r>
        <w:br/>
        <w:t>Und Satans schnödes Kind,</w:t>
      </w:r>
      <w:r>
        <w:br/>
        <w:t>Ist Gottes Ruhm fortan.</w:t>
      </w:r>
    </w:p>
    <w:p w14:paraId="02662CAE" w14:textId="77777777" w:rsidR="004C41E6" w:rsidRDefault="004C41E6" w:rsidP="004C41E6">
      <w:pPr>
        <w:pStyle w:val="StandardWeb"/>
      </w:pPr>
      <w:r>
        <w:t>9. In Armuth wandelst Du,</w:t>
      </w:r>
      <w:r>
        <w:br/>
        <w:t>So reich an tausend Segen;</w:t>
      </w:r>
      <w:r>
        <w:br/>
        <w:t>Hast nicht, wohin zur Ruh‘</w:t>
      </w:r>
      <w:r>
        <w:br/>
        <w:t>Dein müdes Haupt zu legen;</w:t>
      </w:r>
      <w:r>
        <w:br/>
        <w:t>Doch welchem Menschenheer</w:t>
      </w:r>
      <w:r>
        <w:br/>
        <w:t xml:space="preserve">Brichst Du dein </w:t>
      </w:r>
      <w:proofErr w:type="spellStart"/>
      <w:r>
        <w:t>Segensbrod</w:t>
      </w:r>
      <w:proofErr w:type="spellEnd"/>
      <w:r>
        <w:t>!</w:t>
      </w:r>
      <w:r>
        <w:br/>
        <w:t>Dir bleibt von Hülfe leer</w:t>
      </w:r>
      <w:r>
        <w:br/>
        <w:t>Kein Elend, keine Noth.</w:t>
      </w:r>
    </w:p>
    <w:p w14:paraId="24CCBBA5" w14:textId="77777777" w:rsidR="004C41E6" w:rsidRDefault="004C41E6" w:rsidP="004C41E6">
      <w:pPr>
        <w:pStyle w:val="StandardWeb"/>
      </w:pPr>
      <w:r>
        <w:t>10. Was wallt aus Nain her?</w:t>
      </w:r>
      <w:r>
        <w:br/>
        <w:t>Schmerz glüht in Thränen nieder,</w:t>
      </w:r>
      <w:r>
        <w:br/>
        <w:t>Du winkst: er glüht nicht mehr,</w:t>
      </w:r>
      <w:r>
        <w:br/>
        <w:t>Der Jüngling lebet wieder.</w:t>
      </w:r>
      <w:r>
        <w:br/>
        <w:t>Dort deckt Verwesungsgruft</w:t>
      </w:r>
      <w:r>
        <w:br/>
        <w:t>Den Freund – dein Wort gebeut</w:t>
      </w:r>
      <w:r>
        <w:br/>
        <w:t>Er athmet Lebensluft,</w:t>
      </w:r>
      <w:r>
        <w:br/>
        <w:t>Er steht, in Kraft erneut!</w:t>
      </w:r>
    </w:p>
    <w:p w14:paraId="5D4777C4" w14:textId="77777777" w:rsidR="004C41E6" w:rsidRDefault="004C41E6" w:rsidP="004C41E6">
      <w:pPr>
        <w:pStyle w:val="StandardWeb"/>
      </w:pPr>
      <w:r>
        <w:t>11. Des Blinden Auge sieht,</w:t>
      </w:r>
      <w:r>
        <w:br/>
        <w:t>Dank reden stumme Zungen,</w:t>
      </w:r>
      <w:r>
        <w:br/>
        <w:t>Das schwerste Siechthum flieht,</w:t>
      </w:r>
      <w:r>
        <w:br/>
        <w:t>Durch Blick und Wort bezwungen.</w:t>
      </w:r>
      <w:r>
        <w:br/>
        <w:t>Wie jauchzen tief erregt</w:t>
      </w:r>
      <w:r>
        <w:br/>
        <w:t>Dir Meng‘ um Menge zu!</w:t>
      </w:r>
      <w:r>
        <w:br/>
        <w:t>Und jeder Busen schlägt:</w:t>
      </w:r>
      <w:r>
        <w:br/>
        <w:t>Preis Dir! wer ist wie Du?</w:t>
      </w:r>
    </w:p>
    <w:p w14:paraId="19CA8E58" w14:textId="77777777" w:rsidR="004C41E6" w:rsidRDefault="004C41E6" w:rsidP="004C41E6">
      <w:pPr>
        <w:pStyle w:val="StandardWeb"/>
      </w:pPr>
      <w:r>
        <w:t>12. Dort beugst Du, wie ein Knecht,</w:t>
      </w:r>
      <w:r>
        <w:br/>
        <w:t>Dich zu der Jünger Füßen,</w:t>
      </w:r>
      <w:r>
        <w:br/>
        <w:t>Du, den mit höchstem Recht</w:t>
      </w:r>
      <w:r>
        <w:br/>
        <w:t>Sie Herrn und Meister grüßen,</w:t>
      </w:r>
      <w:r>
        <w:br/>
        <w:t>Du, dessen Majestät</w:t>
      </w:r>
      <w:r>
        <w:br/>
        <w:t>Der Gottesglanz bezeugt,</w:t>
      </w:r>
      <w:r>
        <w:br/>
        <w:t>Vor dem sich der Prophet,</w:t>
      </w:r>
      <w:r>
        <w:br/>
        <w:t>Vor dem sich Moses beugt.</w:t>
      </w:r>
    </w:p>
    <w:p w14:paraId="0AC38E47" w14:textId="77777777" w:rsidR="004C41E6" w:rsidRDefault="004C41E6" w:rsidP="004C41E6">
      <w:pPr>
        <w:pStyle w:val="StandardWeb"/>
      </w:pPr>
      <w:r>
        <w:t>13. Laut schaut es: Welch ein Mann,</w:t>
      </w:r>
      <w:r>
        <w:br/>
        <w:t>Dem Sturm und Wetter schweigen,</w:t>
      </w:r>
      <w:r>
        <w:br/>
        <w:t>Der Todte wecken kann,</w:t>
      </w:r>
      <w:r>
        <w:br/>
        <w:t>Dem sich die Geister neigen!</w:t>
      </w:r>
      <w:r>
        <w:br/>
        <w:t>Und o! wie sinkst Du nun</w:t>
      </w:r>
      <w:r>
        <w:br/>
        <w:t>So kraftlos in den Staub,</w:t>
      </w:r>
      <w:r>
        <w:br/>
        <w:t>Und noch im Wunderthun</w:t>
      </w:r>
      <w:r>
        <w:br/>
        <w:t>Bist Du der Bande Raub.</w:t>
      </w:r>
    </w:p>
    <w:p w14:paraId="0B35F823" w14:textId="77777777" w:rsidR="004C41E6" w:rsidRDefault="004C41E6" w:rsidP="004C41E6">
      <w:pPr>
        <w:pStyle w:val="StandardWeb"/>
      </w:pPr>
      <w:r>
        <w:t xml:space="preserve">14. Du Fels der </w:t>
      </w:r>
      <w:proofErr w:type="spellStart"/>
      <w:r>
        <w:t>Aergerniß</w:t>
      </w:r>
      <w:proofErr w:type="spellEnd"/>
      <w:r>
        <w:t>,</w:t>
      </w:r>
      <w:r>
        <w:br/>
        <w:t>Kraft Gottes, Gotteswahrheit,</w:t>
      </w:r>
      <w:r>
        <w:br/>
        <w:t xml:space="preserve">Dem </w:t>
      </w:r>
      <w:proofErr w:type="spellStart"/>
      <w:r>
        <w:t>Klügling</w:t>
      </w:r>
      <w:proofErr w:type="spellEnd"/>
      <w:r>
        <w:t xml:space="preserve"> nie gewiß,</w:t>
      </w:r>
      <w:r>
        <w:br/>
        <w:t>Dem Glauben Himmelsklarheit,</w:t>
      </w:r>
      <w:r>
        <w:br/>
        <w:t>Und doch, wer faßt Dich ganz,</w:t>
      </w:r>
      <w:r>
        <w:br/>
        <w:t>Held reinster Liebe,</w:t>
      </w:r>
      <w:r>
        <w:br/>
        <w:t>Der, wund vom Dornenkranz,</w:t>
      </w:r>
      <w:r>
        <w:br/>
        <w:t xml:space="preserve">Am </w:t>
      </w:r>
      <w:proofErr w:type="spellStart"/>
      <w:r>
        <w:t>Schächerkreuz</w:t>
      </w:r>
      <w:proofErr w:type="spellEnd"/>
      <w:r>
        <w:t xml:space="preserve"> erblich?</w:t>
      </w:r>
    </w:p>
    <w:p w14:paraId="16E8C324" w14:textId="77777777" w:rsidR="004C41E6" w:rsidRDefault="004C41E6" w:rsidP="004C41E6">
      <w:pPr>
        <w:pStyle w:val="berschrift1"/>
      </w:pPr>
      <w:r w:rsidRPr="004C41E6">
        <w:t>O Du, in dessen Sorg‘ und Hut</w:t>
      </w:r>
    </w:p>
    <w:p w14:paraId="7A92FE9C" w14:textId="77777777" w:rsidR="004C41E6" w:rsidRDefault="004C41E6" w:rsidP="004C41E6">
      <w:pPr>
        <w:pStyle w:val="StandardWeb"/>
      </w:pPr>
      <w:r>
        <w:t>O Du, in dessen Sorg‘ und Hut</w:t>
      </w:r>
      <w:r>
        <w:br/>
        <w:t>Des Wurms und Seraphs Leben ruht!</w:t>
      </w:r>
      <w:r>
        <w:br/>
        <w:t>Mehr als die Seele fassen kann,</w:t>
      </w:r>
      <w:r>
        <w:br/>
        <w:t>Hat Deine Huld an uns gethan;</w:t>
      </w:r>
      <w:r>
        <w:br/>
        <w:t>Ja, Vater, selbst in dein Geschlecht</w:t>
      </w:r>
      <w:r>
        <w:br/>
        <w:t>Erhobst Du uns, mit Kindesrecht.</w:t>
      </w:r>
    </w:p>
    <w:p w14:paraId="743EB243" w14:textId="77777777" w:rsidR="004C41E6" w:rsidRDefault="004C41E6" w:rsidP="004C41E6">
      <w:pPr>
        <w:pStyle w:val="StandardWeb"/>
      </w:pPr>
      <w:r>
        <w:t>2. Stets fühlbar ist dein Vaterherz</w:t>
      </w:r>
      <w:r>
        <w:br/>
        <w:t>In deiner Kinder Freud‘ und Schmerz.</w:t>
      </w:r>
      <w:r>
        <w:br/>
        <w:t>Und wie ist Deiner Gnaden viel!</w:t>
      </w:r>
      <w:r>
        <w:br/>
        <w:t>Hier ist kein Maß, hier ist kein Ziel;</w:t>
      </w:r>
      <w:r>
        <w:br/>
        <w:t xml:space="preserve">Wer zählte sie? wir zählten </w:t>
      </w:r>
      <w:proofErr w:type="spellStart"/>
      <w:r>
        <w:t>eh’r</w:t>
      </w:r>
      <w:proofErr w:type="spellEnd"/>
      <w:r>
        <w:br/>
        <w:t>Der Wälder Laub, den Sand am Meer.</w:t>
      </w:r>
    </w:p>
    <w:p w14:paraId="24499D77" w14:textId="77777777" w:rsidR="004C41E6" w:rsidRDefault="004C41E6" w:rsidP="004C41E6">
      <w:pPr>
        <w:pStyle w:val="StandardWeb"/>
      </w:pPr>
      <w:r>
        <w:t>3. O Du, der uns als Kinder pflegt,</w:t>
      </w:r>
      <w:r>
        <w:br/>
      </w:r>
      <w:proofErr w:type="spellStart"/>
      <w:r>
        <w:t>Langmüthig</w:t>
      </w:r>
      <w:proofErr w:type="spellEnd"/>
      <w:r>
        <w:t xml:space="preserve"> </w:t>
      </w:r>
      <w:proofErr w:type="spellStart"/>
      <w:r>
        <w:t>uns’re</w:t>
      </w:r>
      <w:proofErr w:type="spellEnd"/>
      <w:r>
        <w:t xml:space="preserve"> Schwachheit trägt!</w:t>
      </w:r>
      <w:r>
        <w:br/>
        <w:t>Tief, tief beschämt ruft Jeder aus;</w:t>
      </w:r>
      <w:r>
        <w:br/>
        <w:t>Wer bin ich, Herr! was ist mein Haus,</w:t>
      </w:r>
      <w:r>
        <w:br/>
        <w:t>Daß Du so gnädig mein gedenkst,</w:t>
      </w:r>
      <w:r>
        <w:br/>
        <w:t>Und Seel und Leib mit Segen tränkst.</w:t>
      </w:r>
    </w:p>
    <w:p w14:paraId="275566BA" w14:textId="77777777" w:rsidR="004C41E6" w:rsidRDefault="004C41E6" w:rsidP="004C41E6">
      <w:pPr>
        <w:pStyle w:val="berschrift1"/>
      </w:pPr>
      <w:r w:rsidRPr="004C41E6">
        <w:t>O Vater der Gemeine</w:t>
      </w:r>
    </w:p>
    <w:p w14:paraId="1252BA00" w14:textId="77777777" w:rsidR="004C41E6" w:rsidRDefault="004C41E6" w:rsidP="004C41E6">
      <w:pPr>
        <w:pStyle w:val="StandardWeb"/>
      </w:pPr>
      <w:r>
        <w:t>O Vater der Gemeine,</w:t>
      </w:r>
      <w:r>
        <w:br/>
        <w:t>Hold deinen lieben Kindern!</w:t>
      </w:r>
      <w:r>
        <w:br/>
        <w:t>Sie sind durch Christum Deine,</w:t>
      </w:r>
      <w:r>
        <w:br/>
        <w:t>Was kann ihr Wohlsein ändern?</w:t>
      </w:r>
      <w:r>
        <w:br/>
        <w:t>Dein Rufen, dein Erwählen</w:t>
      </w:r>
      <w:r>
        <w:br/>
        <w:t>Gedeih‘ an allen Seelen.</w:t>
      </w:r>
      <w:r>
        <w:br/>
        <w:t>Erfreu‘ Dich unser, o Vater!</w:t>
      </w:r>
    </w:p>
    <w:p w14:paraId="0AB64FF8" w14:textId="77777777" w:rsidR="004C41E6" w:rsidRDefault="004C41E6" w:rsidP="004C41E6">
      <w:pPr>
        <w:pStyle w:val="StandardWeb"/>
      </w:pPr>
      <w:r>
        <w:t>2. Herr, groß von Heilsgedanken,</w:t>
      </w:r>
      <w:r>
        <w:br/>
        <w:t>Von Rath, Kraft, Licht und Leben!</w:t>
      </w:r>
      <w:r>
        <w:br/>
        <w:t>Freund, ewig ohne Wanken!</w:t>
      </w:r>
      <w:r>
        <w:br/>
        <w:t xml:space="preserve">Wer kann Dich </w:t>
      </w:r>
      <w:proofErr w:type="spellStart"/>
      <w:r>
        <w:t>g’nug</w:t>
      </w:r>
      <w:proofErr w:type="spellEnd"/>
      <w:r>
        <w:t xml:space="preserve"> erheben?</w:t>
      </w:r>
      <w:r>
        <w:br/>
        <w:t>Wohl uns, daß wir Dich kennen,</w:t>
      </w:r>
      <w:r>
        <w:br/>
        <w:t>Uns dein, Dich unser nennen!</w:t>
      </w:r>
      <w:r>
        <w:br/>
        <w:t>Verlaß uns nimmer, o Jesu!</w:t>
      </w:r>
    </w:p>
    <w:p w14:paraId="0F2698E4" w14:textId="77777777" w:rsidR="004C41E6" w:rsidRDefault="004C41E6" w:rsidP="004C41E6">
      <w:pPr>
        <w:pStyle w:val="StandardWeb"/>
      </w:pPr>
      <w:r>
        <w:t>3. Du Geist aus Gottes Munde!</w:t>
      </w:r>
      <w:r>
        <w:br/>
        <w:t>O wirke selbst in Allen,</w:t>
      </w:r>
      <w:r>
        <w:br/>
        <w:t>Die wir in Einem Bunde</w:t>
      </w:r>
      <w:r>
        <w:br/>
        <w:t>Des Glaubens Wege wallen;</w:t>
      </w:r>
      <w:r>
        <w:br/>
        <w:t xml:space="preserve">Bis Geist, Sinn und </w:t>
      </w:r>
      <w:proofErr w:type="spellStart"/>
      <w:r>
        <w:t>Geberden</w:t>
      </w:r>
      <w:proofErr w:type="spellEnd"/>
      <w:r>
        <w:br/>
        <w:t>Dir ganz geheiligt werden.</w:t>
      </w:r>
      <w:r>
        <w:br/>
        <w:t xml:space="preserve">Dein Fried‘ </w:t>
      </w:r>
      <w:proofErr w:type="spellStart"/>
      <w:r>
        <w:t>umfah</w:t>
      </w:r>
      <w:proofErr w:type="spellEnd"/>
      <w:r>
        <w:t>‘ uns, o Tröster!</w:t>
      </w:r>
    </w:p>
    <w:p w14:paraId="485B282E" w14:textId="77777777" w:rsidR="004C41E6" w:rsidRDefault="004C41E6" w:rsidP="004C41E6">
      <w:pPr>
        <w:pStyle w:val="berschrift1"/>
      </w:pPr>
      <w:r w:rsidRPr="004C41E6">
        <w:t>Preis Dir, denn wir sind nicht verwaist</w:t>
      </w:r>
    </w:p>
    <w:p w14:paraId="6C214520" w14:textId="77777777" w:rsidR="004C41E6" w:rsidRDefault="004C41E6" w:rsidP="004C41E6">
      <w:pPr>
        <w:pStyle w:val="StandardWeb"/>
      </w:pPr>
      <w:r>
        <w:t>Preis Dir, denn wir sind nicht verwaist,</w:t>
      </w:r>
      <w:r>
        <w:br/>
        <w:t>Geist Jesu, seines Bundes Geist!</w:t>
      </w:r>
      <w:r>
        <w:br/>
        <w:t>Du Geist der Gnade, Geist der Kraft,</w:t>
      </w:r>
      <w:r>
        <w:br/>
        <w:t>Der in uns alles Gute schafft!</w:t>
      </w:r>
    </w:p>
    <w:p w14:paraId="5365C35A" w14:textId="77777777" w:rsidR="004C41E6" w:rsidRDefault="004C41E6" w:rsidP="004C41E6">
      <w:pPr>
        <w:pStyle w:val="StandardWeb"/>
      </w:pPr>
      <w:r>
        <w:t xml:space="preserve">2 Komm, schmücke Christi </w:t>
      </w:r>
      <w:proofErr w:type="spellStart"/>
      <w:r>
        <w:t>heil’ges</w:t>
      </w:r>
      <w:proofErr w:type="spellEnd"/>
      <w:r>
        <w:t xml:space="preserve"> Haus</w:t>
      </w:r>
      <w:r>
        <w:br/>
        <w:t>Zur Stätte Deiner Wohnung aus!</w:t>
      </w:r>
      <w:r>
        <w:br/>
        <w:t>Komm, weihe Geist, Seel und Gebein,</w:t>
      </w:r>
      <w:r>
        <w:br/>
        <w:t>Weih‘ uns zu Deinen Tempeln ein!</w:t>
      </w:r>
    </w:p>
    <w:p w14:paraId="02042EBD" w14:textId="77777777" w:rsidR="004C41E6" w:rsidRDefault="004C41E6" w:rsidP="004C41E6">
      <w:pPr>
        <w:pStyle w:val="StandardWeb"/>
      </w:pPr>
      <w:r>
        <w:t>3. Komm, walt und wandle selbst darin,</w:t>
      </w:r>
      <w:r>
        <w:br/>
        <w:t>Und salb‘ uns mit dem Priestersinn,</w:t>
      </w:r>
      <w:r>
        <w:br/>
        <w:t xml:space="preserve">Der Deines </w:t>
      </w:r>
      <w:proofErr w:type="spellStart"/>
      <w:r>
        <w:t>Heiligthumes</w:t>
      </w:r>
      <w:proofErr w:type="spellEnd"/>
      <w:r>
        <w:t xml:space="preserve"> pflegt,</w:t>
      </w:r>
      <w:r>
        <w:br/>
        <w:t>Und Weihrauch auf den Altar legt.</w:t>
      </w:r>
    </w:p>
    <w:p w14:paraId="7581B05F" w14:textId="77777777" w:rsidR="004C41E6" w:rsidRDefault="004C41E6" w:rsidP="004C41E6">
      <w:pPr>
        <w:pStyle w:val="StandardWeb"/>
      </w:pPr>
      <w:r>
        <w:t xml:space="preserve">4. Zünd‘ uns das </w:t>
      </w:r>
      <w:proofErr w:type="spellStart"/>
      <w:r>
        <w:t>heil’ge</w:t>
      </w:r>
      <w:proofErr w:type="spellEnd"/>
      <w:r>
        <w:t xml:space="preserve"> Feuer an,</w:t>
      </w:r>
      <w:r>
        <w:br/>
        <w:t>Das keine Zeit verlöschen kann,</w:t>
      </w:r>
      <w:r>
        <w:br/>
        <w:t>Das allen eitlen Sinn verzehrt,</w:t>
      </w:r>
      <w:r>
        <w:br/>
        <w:t>Und unsers Glaubens Gold bewährt.</w:t>
      </w:r>
    </w:p>
    <w:p w14:paraId="0B5810B2" w14:textId="77777777" w:rsidR="004C41E6" w:rsidRDefault="004C41E6" w:rsidP="004C41E6">
      <w:pPr>
        <w:pStyle w:val="StandardWeb"/>
      </w:pPr>
      <w:r>
        <w:t xml:space="preserve">5. Und wenn durch Wort und </w:t>
      </w:r>
      <w:proofErr w:type="spellStart"/>
      <w:r>
        <w:t>Lobgetön</w:t>
      </w:r>
      <w:proofErr w:type="spellEnd"/>
      <w:r>
        <w:br/>
        <w:t xml:space="preserve">Wir Gottes Ehr‘ und Ruhm </w:t>
      </w:r>
      <w:proofErr w:type="spellStart"/>
      <w:r>
        <w:t>erhöh’n</w:t>
      </w:r>
      <w:proofErr w:type="spellEnd"/>
      <w:r>
        <w:t>,</w:t>
      </w:r>
      <w:r>
        <w:br/>
        <w:t>Weih unser Wort, füll‘ unsern Mund,</w:t>
      </w:r>
      <w:r>
        <w:br/>
        <w:t>Und thu‘ durch uns Dich selber kund!</w:t>
      </w:r>
    </w:p>
    <w:p w14:paraId="4C854186" w14:textId="77777777" w:rsidR="004C41E6" w:rsidRDefault="004C41E6" w:rsidP="004C41E6">
      <w:pPr>
        <w:pStyle w:val="StandardWeb"/>
      </w:pPr>
      <w:r>
        <w:t>6. Durch Dich sei unser Lebensgang,</w:t>
      </w:r>
      <w:r>
        <w:br/>
        <w:t>Gott, unser bester Lobgesang!</w:t>
      </w:r>
      <w:r>
        <w:br/>
        <w:t>O, Deine Kraft verlaß uns nicht,</w:t>
      </w:r>
      <w:r>
        <w:br/>
        <w:t>Bis unser Herz und Auge bricht!</w:t>
      </w:r>
    </w:p>
    <w:p w14:paraId="2F2F88BF" w14:textId="77777777" w:rsidR="004C41E6" w:rsidRDefault="004C41E6" w:rsidP="004C41E6">
      <w:pPr>
        <w:pStyle w:val="StandardWeb"/>
      </w:pPr>
      <w:r>
        <w:t>7. Dann stell in Deiner Treuen Schar</w:t>
      </w:r>
      <w:r>
        <w:br/>
        <w:t>Uns unserm Gott geheiligt dar!</w:t>
      </w:r>
      <w:r>
        <w:br/>
        <w:t xml:space="preserve">Dann </w:t>
      </w:r>
      <w:proofErr w:type="spellStart"/>
      <w:r>
        <w:t>stimm</w:t>
      </w:r>
      <w:proofErr w:type="spellEnd"/>
      <w:r>
        <w:t xml:space="preserve">‘ uns, in des Himmels </w:t>
      </w:r>
      <w:proofErr w:type="spellStart"/>
      <w:r>
        <w:t>Reihn</w:t>
      </w:r>
      <w:proofErr w:type="spellEnd"/>
      <w:r>
        <w:br/>
        <w:t>Sein ewig, ewig Lob zu sein!</w:t>
      </w:r>
    </w:p>
    <w:p w14:paraId="48B4C332" w14:textId="272B7E96" w:rsidR="004C41E6" w:rsidRDefault="004C41E6" w:rsidP="004C41E6">
      <w:pPr>
        <w:pStyle w:val="berschrift1"/>
      </w:pPr>
      <w:r w:rsidRPr="004C41E6">
        <w:t>Rühmt den Herrn</w:t>
      </w:r>
    </w:p>
    <w:p w14:paraId="59B13359" w14:textId="77777777" w:rsidR="004C41E6" w:rsidRDefault="004C41E6" w:rsidP="004C41E6">
      <w:pPr>
        <w:pStyle w:val="StandardWeb"/>
      </w:pPr>
      <w:r>
        <w:t>Rühmt den Herrn!</w:t>
      </w:r>
      <w:r>
        <w:br/>
        <w:t>Tönt nah‘ und fern,</w:t>
      </w:r>
      <w:r>
        <w:br/>
        <w:t>Ihr Menschen, unsers Königs Lob!</w:t>
      </w:r>
      <w:r>
        <w:br/>
        <w:t>O was war</w:t>
      </w:r>
      <w:r>
        <w:br/>
        <w:t>Der Menschen Schar,</w:t>
      </w:r>
      <w:r>
        <w:br/>
        <w:t>Eh‘ Er sie aus dem Elend hob!</w:t>
      </w:r>
      <w:r>
        <w:br/>
        <w:t xml:space="preserve">Hätt‘ Er uns sein Aug‘ </w:t>
      </w:r>
      <w:proofErr w:type="spellStart"/>
      <w:r>
        <w:t>entwandt</w:t>
      </w:r>
      <w:proofErr w:type="spellEnd"/>
      <w:r>
        <w:br/>
        <w:t>Uns aus seinem Reich verbannt,</w:t>
      </w:r>
      <w:r>
        <w:br/>
        <w:t xml:space="preserve">Doch müßt‘ </w:t>
      </w:r>
      <w:proofErr w:type="spellStart"/>
      <w:r>
        <w:t>uns’re</w:t>
      </w:r>
      <w:proofErr w:type="spellEnd"/>
      <w:r>
        <w:t xml:space="preserve"> Schuld </w:t>
      </w:r>
      <w:proofErr w:type="spellStart"/>
      <w:r>
        <w:t>gesteh’n</w:t>
      </w:r>
      <w:proofErr w:type="spellEnd"/>
      <w:r>
        <w:t>:</w:t>
      </w:r>
      <w:r>
        <w:br/>
        <w:t xml:space="preserve">Ach, uns ist nach Recht </w:t>
      </w:r>
      <w:proofErr w:type="spellStart"/>
      <w:r>
        <w:t>gescheh’n</w:t>
      </w:r>
      <w:proofErr w:type="spellEnd"/>
      <w:r>
        <w:t>.</w:t>
      </w:r>
    </w:p>
    <w:p w14:paraId="7E0BC388" w14:textId="77777777" w:rsidR="004C41E6" w:rsidRDefault="004C41E6" w:rsidP="004C41E6">
      <w:pPr>
        <w:pStyle w:val="StandardWeb"/>
      </w:pPr>
      <w:r>
        <w:t>2. Unser Schmerz</w:t>
      </w:r>
      <w:r>
        <w:br/>
        <w:t>Drang ihm an’s Herz,</w:t>
      </w:r>
      <w:r>
        <w:br/>
        <w:t xml:space="preserve">Ihm klopft es über </w:t>
      </w:r>
      <w:proofErr w:type="spellStart"/>
      <w:r>
        <w:t>uns’re</w:t>
      </w:r>
      <w:proofErr w:type="spellEnd"/>
      <w:r>
        <w:t xml:space="preserve"> Qual.</w:t>
      </w:r>
      <w:r>
        <w:br/>
        <w:t>Lieb‘ erbat</w:t>
      </w:r>
      <w:r>
        <w:br/>
        <w:t xml:space="preserve">Im </w:t>
      </w:r>
      <w:proofErr w:type="spellStart"/>
      <w:r>
        <w:t>ew’gen</w:t>
      </w:r>
      <w:proofErr w:type="spellEnd"/>
      <w:r>
        <w:t xml:space="preserve"> Rath</w:t>
      </w:r>
      <w:r>
        <w:br/>
        <w:t>Der schnöden Sünder neue Wahl.</w:t>
      </w:r>
      <w:r>
        <w:br/>
        <w:t>Liebe riß aus Gottes Schoß</w:t>
      </w:r>
      <w:r>
        <w:br/>
        <w:t>Seinen Eingebornen los.</w:t>
      </w:r>
      <w:r>
        <w:br/>
        <w:t>Liebe stürzt Ihn in die Schmach,</w:t>
      </w:r>
      <w:r>
        <w:br/>
        <w:t>Die sein Herz am Kreuze brach.</w:t>
      </w:r>
    </w:p>
    <w:p w14:paraId="24592F52" w14:textId="77777777" w:rsidR="004C41E6" w:rsidRDefault="004C41E6" w:rsidP="004C41E6">
      <w:pPr>
        <w:pStyle w:val="StandardWeb"/>
      </w:pPr>
      <w:r>
        <w:t>3. Wer, o wer</w:t>
      </w:r>
      <w:r>
        <w:br/>
        <w:t>liebt so, wie Er?</w:t>
      </w:r>
      <w:r>
        <w:br/>
        <w:t>O, zeuget, die ihr zeugen könnt!</w:t>
      </w:r>
      <w:r>
        <w:br/>
        <w:t>Zählt den Sand</w:t>
      </w:r>
      <w:r>
        <w:br/>
        <w:t>Am Meeresstrand,</w:t>
      </w:r>
      <w:r>
        <w:br/>
        <w:t>Zählt alle Stern am Firmament,</w:t>
      </w:r>
      <w:r>
        <w:br/>
      </w:r>
      <w:proofErr w:type="spellStart"/>
      <w:r>
        <w:t>Meßt</w:t>
      </w:r>
      <w:proofErr w:type="spellEnd"/>
      <w:r>
        <w:t xml:space="preserve"> die Himmel, </w:t>
      </w:r>
      <w:proofErr w:type="spellStart"/>
      <w:r>
        <w:t>meßt</w:t>
      </w:r>
      <w:proofErr w:type="spellEnd"/>
      <w:r>
        <w:t xml:space="preserve"> das Licht</w:t>
      </w:r>
      <w:r>
        <w:br/>
        <w:t xml:space="preserve">Seine Lieb‘ </w:t>
      </w:r>
      <w:proofErr w:type="spellStart"/>
      <w:r>
        <w:t>ermeßt</w:t>
      </w:r>
      <w:proofErr w:type="spellEnd"/>
      <w:r>
        <w:t xml:space="preserve"> ihr nicht.</w:t>
      </w:r>
      <w:r>
        <w:br/>
        <w:t>Auch ein Seraph, staunet da,</w:t>
      </w:r>
      <w:r>
        <w:br/>
        <w:t>fühlt und ruft: Hallelujah!</w:t>
      </w:r>
    </w:p>
    <w:p w14:paraId="0C791A75" w14:textId="77777777" w:rsidR="004C41E6" w:rsidRDefault="004C41E6" w:rsidP="004C41E6">
      <w:pPr>
        <w:pStyle w:val="StandardWeb"/>
      </w:pPr>
      <w:r>
        <w:t>4. Du, der sich</w:t>
      </w:r>
      <w:r>
        <w:br/>
        <w:t>So väterlich</w:t>
      </w:r>
      <w:r>
        <w:br/>
        <w:t xml:space="preserve">Zu uns </w:t>
      </w:r>
      <w:proofErr w:type="spellStart"/>
      <w:r>
        <w:t>verfall’nem</w:t>
      </w:r>
      <w:proofErr w:type="spellEnd"/>
      <w:r>
        <w:t xml:space="preserve"> Stamm bekannt,</w:t>
      </w:r>
      <w:r>
        <w:br/>
        <w:t>Ja, Du bist</w:t>
      </w:r>
      <w:r>
        <w:br/>
        <w:t>Durch Jesum Christ</w:t>
      </w:r>
      <w:r>
        <w:br/>
        <w:t>Und, Gott der Liebe, nah‘ verwandt.</w:t>
      </w:r>
      <w:r>
        <w:br/>
        <w:t>Abba, Vater! rufen wir,</w:t>
      </w:r>
      <w:r>
        <w:br/>
        <w:t>Deine Kinder, auf zu Dir;</w:t>
      </w:r>
      <w:r>
        <w:br/>
        <w:t xml:space="preserve">Bruder heißt im </w:t>
      </w:r>
      <w:proofErr w:type="spellStart"/>
      <w:r>
        <w:t>Jubelton</w:t>
      </w:r>
      <w:proofErr w:type="spellEnd"/>
      <w:r>
        <w:br/>
        <w:t>Gottes und des Menschen Sohn!</w:t>
      </w:r>
    </w:p>
    <w:p w14:paraId="1CF8C0CA" w14:textId="77777777" w:rsidR="004C41E6" w:rsidRDefault="004C41E6" w:rsidP="004C41E6">
      <w:pPr>
        <w:pStyle w:val="StandardWeb"/>
      </w:pPr>
      <w:r>
        <w:t xml:space="preserve">5. </w:t>
      </w:r>
      <w:proofErr w:type="spellStart"/>
      <w:r>
        <w:t>Umgeweiht</w:t>
      </w:r>
      <w:proofErr w:type="spellEnd"/>
      <w:r>
        <w:br/>
        <w:t xml:space="preserve">Sind </w:t>
      </w:r>
      <w:proofErr w:type="spellStart"/>
      <w:r>
        <w:t>Erd</w:t>
      </w:r>
      <w:proofErr w:type="spellEnd"/>
      <w:r>
        <w:t>‘ und Zeit,</w:t>
      </w:r>
      <w:r>
        <w:br/>
        <w:t>Schon hier ein Himmelreich zu sein.</w:t>
      </w:r>
      <w:r>
        <w:br/>
        <w:t>Immerfort</w:t>
      </w:r>
      <w:r>
        <w:br/>
        <w:t>Erschaut sein Wort,</w:t>
      </w:r>
      <w:r>
        <w:br/>
        <w:t xml:space="preserve">Und Scharen </w:t>
      </w:r>
      <w:proofErr w:type="spellStart"/>
      <w:r>
        <w:t>zieh’n</w:t>
      </w:r>
      <w:proofErr w:type="spellEnd"/>
      <w:r>
        <w:t xml:space="preserve"> zum Leben ein,</w:t>
      </w:r>
      <w:r>
        <w:br/>
      </w:r>
      <w:proofErr w:type="spellStart"/>
      <w:r>
        <w:t>Ruh’n</w:t>
      </w:r>
      <w:proofErr w:type="spellEnd"/>
      <w:r>
        <w:t xml:space="preserve"> in seinem </w:t>
      </w:r>
      <w:proofErr w:type="spellStart"/>
      <w:r>
        <w:t>Friedensrath</w:t>
      </w:r>
      <w:proofErr w:type="spellEnd"/>
      <w:r>
        <w:t>,</w:t>
      </w:r>
      <w:r>
        <w:br/>
        <w:t xml:space="preserve">Und </w:t>
      </w:r>
      <w:proofErr w:type="spellStart"/>
      <w:r>
        <w:t>erfahren’s</w:t>
      </w:r>
      <w:proofErr w:type="spellEnd"/>
      <w:r>
        <w:t xml:space="preserve"> in der That,</w:t>
      </w:r>
      <w:r>
        <w:br/>
        <w:t>Daß, wo Christus König ist,</w:t>
      </w:r>
      <w:r>
        <w:br/>
        <w:t>Fried‘ und Recht sich ewig küßt.</w:t>
      </w:r>
    </w:p>
    <w:p w14:paraId="0E08C766" w14:textId="77777777" w:rsidR="004C41E6" w:rsidRDefault="004C41E6" w:rsidP="004C41E6">
      <w:pPr>
        <w:pStyle w:val="StandardWeb"/>
      </w:pPr>
      <w:r>
        <w:t>6. Blickt empor!</w:t>
      </w:r>
      <w:r>
        <w:br/>
        <w:t>Welch‘ Feierchor</w:t>
      </w:r>
      <w:r>
        <w:br/>
        <w:t xml:space="preserve">Des Vaters </w:t>
      </w:r>
      <w:proofErr w:type="spellStart"/>
      <w:r>
        <w:t>ew’gen</w:t>
      </w:r>
      <w:proofErr w:type="spellEnd"/>
      <w:r>
        <w:t xml:space="preserve"> Thron umschließt,</w:t>
      </w:r>
      <w:r>
        <w:br/>
        <w:t>Niederkniet,</w:t>
      </w:r>
      <w:r>
        <w:br/>
        <w:t xml:space="preserve">Vom Dank </w:t>
      </w:r>
      <w:proofErr w:type="spellStart"/>
      <w:r>
        <w:t>entglüht</w:t>
      </w:r>
      <w:proofErr w:type="spellEnd"/>
      <w:r>
        <w:t>,</w:t>
      </w:r>
      <w:r>
        <w:br/>
        <w:t xml:space="preserve">Und jetzt der Seelen </w:t>
      </w:r>
      <w:proofErr w:type="spellStart"/>
      <w:r>
        <w:t>Wonn</w:t>
      </w:r>
      <w:proofErr w:type="spellEnd"/>
      <w:r>
        <w:t>‘ ergießt!</w:t>
      </w:r>
      <w:r>
        <w:br/>
        <w:t>Durch des Himmels Wiederhall</w:t>
      </w:r>
      <w:r>
        <w:br/>
        <w:t>Jauchzt der Psalmen Jubelschall.</w:t>
      </w:r>
      <w:r>
        <w:br/>
        <w:t>laut wie Meere tönt der Kreis</w:t>
      </w:r>
      <w:r>
        <w:br/>
        <w:t>Des Erbarmers Ruhm und Preis.</w:t>
      </w:r>
    </w:p>
    <w:p w14:paraId="01D64882" w14:textId="77777777" w:rsidR="004C41E6" w:rsidRDefault="004C41E6" w:rsidP="004C41E6">
      <w:pPr>
        <w:pStyle w:val="StandardWeb"/>
      </w:pPr>
      <w:r>
        <w:t>7. Welch‘ ein Ton</w:t>
      </w:r>
      <w:r>
        <w:br/>
        <w:t>Ruft jetzt vom Thron!</w:t>
      </w:r>
      <w:r>
        <w:br/>
        <w:t xml:space="preserve">Komm her, du </w:t>
      </w:r>
      <w:proofErr w:type="spellStart"/>
      <w:r>
        <w:t>Ueberwinderschar</w:t>
      </w:r>
      <w:proofErr w:type="spellEnd"/>
      <w:r>
        <w:t>,</w:t>
      </w:r>
      <w:r>
        <w:br/>
        <w:t>Die einst litt,</w:t>
      </w:r>
      <w:r>
        <w:br/>
        <w:t>Und muthig stritt,</w:t>
      </w:r>
      <w:r>
        <w:br/>
        <w:t>Und treu bis an das Ende war!</w:t>
      </w:r>
      <w:r>
        <w:br/>
        <w:t>Nach dem wohlvollbrachten Streit</w:t>
      </w:r>
      <w:r>
        <w:br/>
        <w:t>Folgt des Sieges Fröhlichkeit,</w:t>
      </w:r>
      <w:r>
        <w:br/>
        <w:t>Kommt herbei zum Gnadenthron,</w:t>
      </w:r>
      <w:r>
        <w:br/>
        <w:t>Theilt die Erbschaft mit dem Sohn!</w:t>
      </w:r>
    </w:p>
    <w:p w14:paraId="14A85C66" w14:textId="77777777" w:rsidR="004C41E6" w:rsidRDefault="004C41E6" w:rsidP="004C41E6">
      <w:pPr>
        <w:pStyle w:val="StandardWeb"/>
      </w:pPr>
      <w:r>
        <w:t>8. O, welch‘ Heil!</w:t>
      </w:r>
      <w:r>
        <w:br/>
        <w:t>Welch‘ Erb‘ und Theil!</w:t>
      </w:r>
      <w:r>
        <w:br/>
        <w:t>Preis unserm Gott durch Jesum Christ!</w:t>
      </w:r>
      <w:r>
        <w:br/>
        <w:t>Daß uns schon</w:t>
      </w:r>
      <w:r>
        <w:br/>
        <w:t>Vor Gottes Thron</w:t>
      </w:r>
      <w:r>
        <w:br/>
        <w:t xml:space="preserve">Daß </w:t>
      </w:r>
      <w:proofErr w:type="spellStart"/>
      <w:r>
        <w:t>ew’ge</w:t>
      </w:r>
      <w:proofErr w:type="spellEnd"/>
      <w:r>
        <w:t xml:space="preserve"> Reich bereitet</w:t>
      </w:r>
      <w:r>
        <w:br/>
        <w:t>Dort wird herrlich offenbart,</w:t>
      </w:r>
      <w:r>
        <w:br/>
        <w:t>Was hier vorbereitet ward;</w:t>
      </w:r>
      <w:r>
        <w:br/>
        <w:t>Und verklärt zum höhern Licht,</w:t>
      </w:r>
      <w:r>
        <w:br/>
      </w:r>
      <w:proofErr w:type="spellStart"/>
      <w:r>
        <w:t>Schaun</w:t>
      </w:r>
      <w:proofErr w:type="spellEnd"/>
      <w:r>
        <w:t xml:space="preserve"> wir Ihn von Angesicht!</w:t>
      </w:r>
    </w:p>
    <w:p w14:paraId="1507AFF3" w14:textId="27B245B2" w:rsidR="004C41E6" w:rsidRDefault="004C41E6" w:rsidP="004C41E6">
      <w:pPr>
        <w:pStyle w:val="berschrift1"/>
      </w:pPr>
      <w:r w:rsidRPr="004C41E6">
        <w:t>Welche Ruh‘ in Deinem Frieden</w:t>
      </w:r>
    </w:p>
    <w:p w14:paraId="62F5AD88" w14:textId="77777777" w:rsidR="004C41E6" w:rsidRDefault="004C41E6" w:rsidP="004C41E6">
      <w:pPr>
        <w:pStyle w:val="StandardWeb"/>
      </w:pPr>
      <w:r>
        <w:t>Welche Ruh‘ in Deinem Frieden,</w:t>
      </w:r>
      <w:r>
        <w:br/>
        <w:t>Wenn, sonst Allem abgeschieden,</w:t>
      </w:r>
      <w:r>
        <w:br/>
        <w:t>Unser Herz sich Dir vertraut!</w:t>
      </w:r>
      <w:r>
        <w:br/>
        <w:t>Hochgebenedeite Stunde,</w:t>
      </w:r>
      <w:r>
        <w:br/>
        <w:t>Wenn der Mensch, mit Gott im Bunde,</w:t>
      </w:r>
      <w:r>
        <w:br/>
        <w:t>Dir in’s Vaterauge schaut!</w:t>
      </w:r>
    </w:p>
    <w:p w14:paraId="060F135A" w14:textId="77777777" w:rsidR="004C41E6" w:rsidRDefault="004C41E6" w:rsidP="004C41E6">
      <w:pPr>
        <w:pStyle w:val="StandardWeb"/>
      </w:pPr>
      <w:r>
        <w:t>2. Weltenkönig, Weltenkönig!</w:t>
      </w:r>
      <w:r>
        <w:br/>
        <w:t>Auch der Seraph sagt zu wenig,</w:t>
      </w:r>
      <w:r>
        <w:br/>
        <w:t>Wenn sein Psalm am höchsten schwebt.</w:t>
      </w:r>
      <w:r>
        <w:br/>
        <w:t>Nur ein Wink – so schaffst Du Sonnen,</w:t>
      </w:r>
      <w:r>
        <w:br/>
        <w:t>Nur ein Wink – sie sind zerronnen,</w:t>
      </w:r>
      <w:r>
        <w:br/>
        <w:t>Und des Weltalls Grund erbebt.</w:t>
      </w:r>
    </w:p>
    <w:p w14:paraId="0B66081D" w14:textId="77777777" w:rsidR="004C41E6" w:rsidRDefault="004C41E6" w:rsidP="004C41E6">
      <w:pPr>
        <w:pStyle w:val="StandardWeb"/>
      </w:pPr>
      <w:r>
        <w:t>3. Alles lechzt, aus Deinen Augen</w:t>
      </w:r>
      <w:r>
        <w:br/>
        <w:t xml:space="preserve">Wesen und </w:t>
      </w:r>
      <w:proofErr w:type="spellStart"/>
      <w:r>
        <w:t>Bestehn</w:t>
      </w:r>
      <w:proofErr w:type="spellEnd"/>
      <w:r>
        <w:t xml:space="preserve"> zu saugen,</w:t>
      </w:r>
      <w:r>
        <w:br/>
      </w:r>
      <w:proofErr w:type="spellStart"/>
      <w:r>
        <w:t>Erd</w:t>
      </w:r>
      <w:proofErr w:type="spellEnd"/>
      <w:r>
        <w:t>‘ und Himmel harrt auf Dich;</w:t>
      </w:r>
      <w:r>
        <w:br/>
        <w:t xml:space="preserve">Und </w:t>
      </w:r>
      <w:proofErr w:type="spellStart"/>
      <w:r>
        <w:t>indeß</w:t>
      </w:r>
      <w:proofErr w:type="spellEnd"/>
      <w:r>
        <w:t xml:space="preserve"> an Deinen Stufen</w:t>
      </w:r>
      <w:r>
        <w:br/>
        <w:t>Engelfürsten flehend rufen –</w:t>
      </w:r>
      <w:r>
        <w:br/>
        <w:t xml:space="preserve">Schaut Dein </w:t>
      </w:r>
      <w:proofErr w:type="spellStart"/>
      <w:r>
        <w:t>Vateraug</w:t>
      </w:r>
      <w:proofErr w:type="spellEnd"/>
      <w:r>
        <w:t>‘ auf mich!</w:t>
      </w:r>
    </w:p>
    <w:p w14:paraId="6451FEA6" w14:textId="77777777" w:rsidR="004C41E6" w:rsidRDefault="004C41E6" w:rsidP="004C41E6">
      <w:pPr>
        <w:pStyle w:val="StandardWeb"/>
      </w:pPr>
      <w:r>
        <w:t>4. O wer bin ich? Wurm im Staube.</w:t>
      </w:r>
      <w:r>
        <w:br/>
        <w:t>Doch Du willst es, Herr, mein Glaube</w:t>
      </w:r>
      <w:r>
        <w:br/>
        <w:t>Nennt Dich Abba, mich Dein Kind!</w:t>
      </w:r>
      <w:r>
        <w:br/>
        <w:t>Vater, in dem Erstgebornen</w:t>
      </w:r>
      <w:r>
        <w:br/>
        <w:t>Liebst Du mich, nicht mehr Verlornen,</w:t>
      </w:r>
      <w:r>
        <w:br/>
        <w:t>Mehr als väterlich gesinnt.</w:t>
      </w:r>
    </w:p>
    <w:p w14:paraId="38A31666" w14:textId="77777777" w:rsidR="004C41E6" w:rsidRDefault="004C41E6" w:rsidP="004C41E6">
      <w:pPr>
        <w:pStyle w:val="StandardWeb"/>
      </w:pPr>
      <w:r>
        <w:t>5. Nicht ein Machtwort Deines Mundes</w:t>
      </w:r>
      <w:r>
        <w:br/>
        <w:t>Ist es, was kraft dieses Bundes</w:t>
      </w:r>
      <w:r>
        <w:br/>
        <w:t xml:space="preserve">Mein vertraulich </w:t>
      </w:r>
      <w:proofErr w:type="spellStart"/>
      <w:r>
        <w:t>Flehn</w:t>
      </w:r>
      <w:proofErr w:type="spellEnd"/>
      <w:r>
        <w:t xml:space="preserve"> begehrt.</w:t>
      </w:r>
      <w:r>
        <w:br/>
        <w:t>Alles, was ich kindlich flehe,</w:t>
      </w:r>
      <w:r>
        <w:br/>
        <w:t>Ist mit Deiner Gottesnähe,</w:t>
      </w:r>
      <w:r>
        <w:br/>
        <w:t>Deinem Vaterblick gewährt.</w:t>
      </w:r>
    </w:p>
    <w:p w14:paraId="0A9A40A3" w14:textId="43F3F062" w:rsidR="004C41E6" w:rsidRDefault="004C41E6" w:rsidP="004C41E6">
      <w:pPr>
        <w:pStyle w:val="berschrift1"/>
        <w:rPr>
          <w:sz w:val="48"/>
        </w:rPr>
      </w:pPr>
      <w:r w:rsidRPr="004C41E6">
        <w:t>Wie groß, wie herrlich ist mein Glück</w:t>
      </w:r>
    </w:p>
    <w:p w14:paraId="5AAE5A3F" w14:textId="77777777" w:rsidR="004C41E6" w:rsidRDefault="004C41E6" w:rsidP="004C41E6">
      <w:pPr>
        <w:pStyle w:val="StandardWeb"/>
      </w:pPr>
      <w:r>
        <w:t>Wie groß, wie herrlich ist mein Glück</w:t>
      </w:r>
      <w:r>
        <w:br/>
        <w:t>Schon hier im Prüfungsleben!</w:t>
      </w:r>
      <w:r>
        <w:br/>
        <w:t>Ich darf den frohen Kindesblick,</w:t>
      </w:r>
      <w:r>
        <w:br/>
        <w:t>Mein Gott, zu Dir erheben,</w:t>
      </w:r>
      <w:r>
        <w:br/>
        <w:t>Und ob ich Staub bin, lächelst Du</w:t>
      </w:r>
      <w:r>
        <w:br/>
        <w:t>Mir deinen Vaterfrieden zu.</w:t>
      </w:r>
      <w:r>
        <w:br/>
        <w:t>O Himmel auf der Erde!</w:t>
      </w:r>
    </w:p>
    <w:p w14:paraId="6DC90318" w14:textId="77777777" w:rsidR="004C41E6" w:rsidRDefault="004C41E6" w:rsidP="004C41E6">
      <w:pPr>
        <w:pStyle w:val="StandardWeb"/>
      </w:pPr>
      <w:r>
        <w:t xml:space="preserve">2. Wer bin ich </w:t>
      </w:r>
      <w:proofErr w:type="spellStart"/>
      <w:r>
        <w:t>Aermster</w:t>
      </w:r>
      <w:proofErr w:type="spellEnd"/>
      <w:r>
        <w:t>, daß Du mein</w:t>
      </w:r>
      <w:r>
        <w:br/>
        <w:t>Auf Deinem Thron gedenkest,</w:t>
      </w:r>
      <w:r>
        <w:br/>
        <w:t>Und mir die Macht, Dein Kind zu sein,</w:t>
      </w:r>
      <w:r>
        <w:br/>
        <w:t>Durch Jesum Christum schenkest!</w:t>
      </w:r>
      <w:r>
        <w:br/>
        <w:t>Wie fühlt mein Wesen sich gestärkt!</w:t>
      </w:r>
      <w:r>
        <w:br/>
        <w:t>Dir blieb auch ich nicht unbemerkt,</w:t>
      </w:r>
      <w:r>
        <w:br/>
        <w:t>Ich ward Dein Kind, Dein Erbe.</w:t>
      </w:r>
    </w:p>
    <w:p w14:paraId="53889240" w14:textId="77777777" w:rsidR="004C41E6" w:rsidRDefault="004C41E6" w:rsidP="004C41E6">
      <w:pPr>
        <w:pStyle w:val="StandardWeb"/>
      </w:pPr>
      <w:r>
        <w:t>3. Was ist der Erde Last und Gram,</w:t>
      </w:r>
      <w:r>
        <w:br/>
        <w:t>Was sind nun alle Leiden,</w:t>
      </w:r>
      <w:r>
        <w:br/>
        <w:t>Seit sie mein Bruder auf sich nahm</w:t>
      </w:r>
      <w:r>
        <w:br/>
        <w:t>Und gab mir Himmelsfreuden?</w:t>
      </w:r>
      <w:r>
        <w:br/>
        <w:t>Das Herz verschmachtet mir nicht mehr,</w:t>
      </w:r>
      <w:r>
        <w:br/>
        <w:t>Denn überall und rund umher</w:t>
      </w:r>
      <w:r>
        <w:br/>
        <w:t>Fließt Thau des Friedens Gottes.</w:t>
      </w:r>
    </w:p>
    <w:p w14:paraId="395F75B2" w14:textId="77777777" w:rsidR="004C41E6" w:rsidRDefault="004C41E6" w:rsidP="004C41E6">
      <w:pPr>
        <w:pStyle w:val="StandardWeb"/>
      </w:pPr>
      <w:r>
        <w:t>4. Ich steh‘ im Glanz des Gnadenthrons</w:t>
      </w:r>
      <w:r>
        <w:br/>
        <w:t>Froh, wie der Engel einer.</w:t>
      </w:r>
      <w:r>
        <w:br/>
      </w:r>
      <w:proofErr w:type="spellStart"/>
      <w:r>
        <w:t>Vergess</w:t>
      </w:r>
      <w:proofErr w:type="spellEnd"/>
      <w:r>
        <w:t>‘ ein Mutterherz des Sohns,</w:t>
      </w:r>
      <w:r>
        <w:br/>
        <w:t>Sein Herz vergißt nicht meiner.</w:t>
      </w:r>
      <w:r>
        <w:br/>
        <w:t>Er leitet mich mit milder Hand</w:t>
      </w:r>
      <w:r>
        <w:br/>
        <w:t>So zart am unsichtbaren Band,</w:t>
      </w:r>
      <w:r>
        <w:br/>
        <w:t>Als führt er mich alleine.</w:t>
      </w:r>
    </w:p>
    <w:p w14:paraId="1E32FC57" w14:textId="77777777" w:rsidR="004C41E6" w:rsidRDefault="004C41E6" w:rsidP="004C41E6">
      <w:pPr>
        <w:pStyle w:val="StandardWeb"/>
      </w:pPr>
      <w:r>
        <w:t>5. Ja, Gutes und Barmherzigkeit</w:t>
      </w:r>
      <w:r>
        <w:br/>
        <w:t>Umfangen hier mein Leben.</w:t>
      </w:r>
      <w:r>
        <w:br/>
        <w:t>Mein Herz darf schon in dieser Zeit</w:t>
      </w:r>
      <w:r>
        <w:br/>
        <w:t>Am Vaterherzen kleben.</w:t>
      </w:r>
      <w:r>
        <w:br/>
        <w:t>Mit Gottes Haus und Erbgeschlecht</w:t>
      </w:r>
      <w:r>
        <w:br/>
        <w:t>Genieß ich hier schon Kindesrecht,</w:t>
      </w:r>
      <w:r>
        <w:br/>
        <w:t>Bis ich’s dort voll genieße.</w:t>
      </w:r>
    </w:p>
    <w:p w14:paraId="5D194264" w14:textId="77777777" w:rsidR="003D45D6" w:rsidRDefault="003D45D6" w:rsidP="004C41E6">
      <w:pPr>
        <w:spacing w:after="0" w:line="240" w:lineRule="auto"/>
        <w:rPr>
          <w:rFonts w:eastAsia="Times New Roman"/>
          <w:b/>
          <w:bCs/>
          <w:color w:val="000000"/>
          <w:kern w:val="36"/>
          <w:sz w:val="36"/>
          <w:szCs w:val="48"/>
          <w:lang w:eastAsia="de-DE"/>
        </w:rPr>
      </w:pPr>
      <w:r>
        <w:br w:type="page"/>
      </w:r>
    </w:p>
    <w:p w14:paraId="2D14EC0B" w14:textId="77777777" w:rsidR="003D45D6" w:rsidRPr="00D5498D" w:rsidRDefault="003D45D6" w:rsidP="004C41E6">
      <w:pPr>
        <w:pStyle w:val="berschrift1"/>
      </w:pPr>
      <w:r w:rsidRPr="00D5498D">
        <w:t>Quellen:</w:t>
      </w:r>
    </w:p>
    <w:p w14:paraId="16B02330" w14:textId="77777777" w:rsidR="003D45D6" w:rsidRDefault="003D45D6" w:rsidP="004C41E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7E429CF5" w14:textId="77777777" w:rsidR="003D45D6" w:rsidRDefault="000A359B" w:rsidP="004C41E6">
      <w:pPr>
        <w:spacing w:before="100" w:beforeAutospacing="1" w:after="119" w:line="240" w:lineRule="auto"/>
        <w:rPr>
          <w:rFonts w:eastAsia="Times New Roman"/>
          <w:color w:val="0000FF"/>
          <w:szCs w:val="24"/>
          <w:u w:val="single"/>
          <w:lang w:eastAsia="de-DE"/>
        </w:rPr>
      </w:pPr>
      <w:hyperlink r:id="rId8"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5C8C6FDE" w14:textId="77777777" w:rsidR="003D45D6" w:rsidRDefault="000A359B" w:rsidP="004C41E6">
      <w:pPr>
        <w:spacing w:before="100" w:beforeAutospacing="1" w:after="119" w:line="240" w:lineRule="auto"/>
        <w:rPr>
          <w:rFonts w:eastAsia="Times New Roman"/>
          <w:color w:val="000000"/>
          <w:szCs w:val="24"/>
          <w:lang w:eastAsia="de-DE"/>
        </w:rPr>
      </w:pPr>
      <w:hyperlink r:id="rId9" w:history="1">
        <w:r w:rsidR="003D45D6">
          <w:rPr>
            <w:rFonts w:eastAsia="Times New Roman"/>
            <w:color w:val="0000FF"/>
            <w:szCs w:val="24"/>
            <w:u w:val="single"/>
            <w:lang w:eastAsia="de-DE"/>
          </w:rPr>
          <w:t>Briefe der Reformationszeit</w:t>
        </w:r>
      </w:hyperlink>
    </w:p>
    <w:p w14:paraId="12AC8413" w14:textId="77777777" w:rsidR="003D45D6" w:rsidRDefault="000A359B" w:rsidP="004C41E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Gebete</w:t>
        </w:r>
      </w:hyperlink>
    </w:p>
    <w:p w14:paraId="7F537A01" w14:textId="77777777" w:rsidR="003D45D6" w:rsidRDefault="000A359B" w:rsidP="004C41E6">
      <w:pPr>
        <w:spacing w:before="100" w:beforeAutospacing="1" w:after="119" w:line="240" w:lineRule="auto"/>
        <w:rPr>
          <w:rFonts w:eastAsia="Times New Roman"/>
          <w:color w:val="0000FF"/>
          <w:szCs w:val="24"/>
          <w:u w:val="single"/>
          <w:lang w:eastAsia="de-DE"/>
        </w:rPr>
      </w:pPr>
      <w:hyperlink r:id="rId11" w:history="1">
        <w:r w:rsidR="003D45D6">
          <w:rPr>
            <w:rFonts w:eastAsia="Times New Roman"/>
            <w:color w:val="0000FF"/>
            <w:szCs w:val="24"/>
            <w:u w:val="single"/>
            <w:lang w:eastAsia="de-DE"/>
          </w:rPr>
          <w:t>Zeugen Christi</w:t>
        </w:r>
      </w:hyperlink>
    </w:p>
    <w:p w14:paraId="407C85E7" w14:textId="77777777" w:rsidR="003D45D6" w:rsidRPr="00D5498D" w:rsidRDefault="003D45D6" w:rsidP="004C41E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0429CD68" w14:textId="77777777" w:rsidR="003D45D6" w:rsidRPr="00D5498D" w:rsidRDefault="003D45D6" w:rsidP="004C41E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B9C421" w14:textId="77777777" w:rsidR="003D45D6" w:rsidRPr="00D5498D" w:rsidRDefault="003D45D6" w:rsidP="004C41E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BA60C6A" w14:textId="77777777" w:rsidR="003D45D6" w:rsidRDefault="003D45D6" w:rsidP="004C41E6">
      <w:pPr>
        <w:spacing w:after="0" w:line="240" w:lineRule="auto"/>
        <w:rPr>
          <w:rFonts w:eastAsia="Times New Roman"/>
          <w:color w:val="000000"/>
          <w:szCs w:val="24"/>
          <w:lang w:eastAsia="de-DE"/>
        </w:rPr>
      </w:pPr>
      <w:r>
        <w:rPr>
          <w:rFonts w:eastAsia="Times New Roman"/>
          <w:color w:val="000000"/>
          <w:szCs w:val="24"/>
          <w:lang w:eastAsia="de-DE"/>
        </w:rPr>
        <w:br w:type="page"/>
      </w:r>
    </w:p>
    <w:p w14:paraId="6C3723F5" w14:textId="77777777" w:rsidR="003D45D6" w:rsidRDefault="003D45D6" w:rsidP="004C41E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1A6B6BF6" w14:textId="77777777" w:rsidR="003D45D6" w:rsidRDefault="003D45D6" w:rsidP="004C41E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6197CE2" w14:textId="77777777" w:rsidR="003D45D6" w:rsidRDefault="003D45D6" w:rsidP="004C41E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AD8ACA3" w14:textId="77777777" w:rsidR="003D45D6" w:rsidRDefault="003D45D6" w:rsidP="004C41E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563CE72" w14:textId="77777777" w:rsidR="003D45D6" w:rsidRDefault="003D45D6" w:rsidP="004C41E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0F3AE1B" w14:textId="77777777" w:rsidR="003D45D6" w:rsidRDefault="003D45D6" w:rsidP="004C41E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1F6AE840" w14:textId="77777777" w:rsidR="003D45D6" w:rsidRDefault="003D45D6" w:rsidP="004C41E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635C99B2" w14:textId="77777777" w:rsidR="003D45D6" w:rsidRDefault="003D45D6" w:rsidP="004C41E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2811AB7" w14:textId="77777777" w:rsidR="003D45D6" w:rsidRDefault="003D45D6" w:rsidP="004C41E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DEAC6EE" w14:textId="77777777" w:rsidR="003D45D6" w:rsidRPr="00D5498D" w:rsidRDefault="003D45D6" w:rsidP="004C41E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2DE7A65" w14:textId="77777777" w:rsidR="003D45D6" w:rsidRDefault="003D45D6" w:rsidP="004C41E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C0A37AD" w14:textId="77777777" w:rsidR="00986690" w:rsidRDefault="00986690" w:rsidP="004C41E6"/>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4434D"/>
    <w:multiLevelType w:val="multilevel"/>
    <w:tmpl w:val="618A73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796F61"/>
    <w:multiLevelType w:val="multilevel"/>
    <w:tmpl w:val="3AEE4D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F927F1E"/>
    <w:multiLevelType w:val="multilevel"/>
    <w:tmpl w:val="D530113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1E6"/>
    <w:rsid w:val="000A359B"/>
    <w:rsid w:val="003D45D6"/>
    <w:rsid w:val="004C41E6"/>
    <w:rsid w:val="0052434B"/>
    <w:rsid w:val="0098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A7514"/>
  <w15:chartTrackingRefBased/>
  <w15:docId w15:val="{F494AE75-0DB2-478A-82E6-B94F6ABD6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semiHidden/>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character" w:customStyle="1" w:styleId="posted-on">
    <w:name w:val="posted-on"/>
    <w:basedOn w:val="Absatz-Standardschriftart"/>
    <w:rsid w:val="004C41E6"/>
  </w:style>
  <w:style w:type="character" w:customStyle="1" w:styleId="author">
    <w:name w:val="author"/>
    <w:basedOn w:val="Absatz-Standardschriftart"/>
    <w:rsid w:val="004C41E6"/>
  </w:style>
  <w:style w:type="character" w:customStyle="1" w:styleId="cat-links">
    <w:name w:val="cat-links"/>
    <w:basedOn w:val="Absatz-Standardschriftart"/>
    <w:rsid w:val="004C41E6"/>
  </w:style>
  <w:style w:type="character" w:customStyle="1" w:styleId="tags-links">
    <w:name w:val="tags-links"/>
    <w:basedOn w:val="Absatz-Standardschriftart"/>
    <w:rsid w:val="004C41E6"/>
  </w:style>
  <w:style w:type="paragraph" w:styleId="Listenabsatz">
    <w:name w:val="List Paragraph"/>
    <w:basedOn w:val="Standard"/>
    <w:uiPriority w:val="34"/>
    <w:qFormat/>
    <w:rsid w:val="005243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3730151">
      <w:bodyDiv w:val="1"/>
      <w:marLeft w:val="0"/>
      <w:marRight w:val="0"/>
      <w:marTop w:val="0"/>
      <w:marBottom w:val="0"/>
      <w:divBdr>
        <w:top w:val="none" w:sz="0" w:space="0" w:color="auto"/>
        <w:left w:val="none" w:sz="0" w:space="0" w:color="auto"/>
        <w:bottom w:val="none" w:sz="0" w:space="0" w:color="auto"/>
        <w:right w:val="none" w:sz="0" w:space="0" w:color="auto"/>
      </w:divBdr>
      <w:divsChild>
        <w:div w:id="1824203556">
          <w:marLeft w:val="0"/>
          <w:marRight w:val="0"/>
          <w:marTop w:val="0"/>
          <w:marBottom w:val="0"/>
          <w:divBdr>
            <w:top w:val="none" w:sz="0" w:space="0" w:color="auto"/>
            <w:left w:val="none" w:sz="0" w:space="0" w:color="auto"/>
            <w:bottom w:val="none" w:sz="0" w:space="0" w:color="auto"/>
            <w:right w:val="none" w:sz="0" w:space="0" w:color="auto"/>
          </w:divBdr>
        </w:div>
        <w:div w:id="1023241984">
          <w:marLeft w:val="0"/>
          <w:marRight w:val="0"/>
          <w:marTop w:val="0"/>
          <w:marBottom w:val="0"/>
          <w:divBdr>
            <w:top w:val="none" w:sz="0" w:space="0" w:color="auto"/>
            <w:left w:val="none" w:sz="0" w:space="0" w:color="auto"/>
            <w:bottom w:val="none" w:sz="0" w:space="0" w:color="auto"/>
            <w:right w:val="none" w:sz="0" w:space="0" w:color="auto"/>
          </w:divBdr>
        </w:div>
        <w:div w:id="207760075">
          <w:marLeft w:val="0"/>
          <w:marRight w:val="0"/>
          <w:marTop w:val="0"/>
          <w:marBottom w:val="0"/>
          <w:divBdr>
            <w:top w:val="none" w:sz="0" w:space="0" w:color="auto"/>
            <w:left w:val="none" w:sz="0" w:space="0" w:color="auto"/>
            <w:bottom w:val="none" w:sz="0" w:space="0" w:color="auto"/>
            <w:right w:val="none" w:sz="0" w:space="0" w:color="auto"/>
          </w:divBdr>
        </w:div>
        <w:div w:id="1273321488">
          <w:marLeft w:val="0"/>
          <w:marRight w:val="0"/>
          <w:marTop w:val="0"/>
          <w:marBottom w:val="0"/>
          <w:divBdr>
            <w:top w:val="none" w:sz="0" w:space="0" w:color="auto"/>
            <w:left w:val="none" w:sz="0" w:space="0" w:color="auto"/>
            <w:bottom w:val="none" w:sz="0" w:space="0" w:color="auto"/>
            <w:right w:val="none" w:sz="0" w:space="0" w:color="auto"/>
          </w:divBdr>
        </w:div>
        <w:div w:id="1871406961">
          <w:marLeft w:val="0"/>
          <w:marRight w:val="0"/>
          <w:marTop w:val="0"/>
          <w:marBottom w:val="0"/>
          <w:divBdr>
            <w:top w:val="none" w:sz="0" w:space="0" w:color="auto"/>
            <w:left w:val="none" w:sz="0" w:space="0" w:color="auto"/>
            <w:bottom w:val="none" w:sz="0" w:space="0" w:color="auto"/>
            <w:right w:val="none" w:sz="0" w:space="0" w:color="auto"/>
          </w:divBdr>
        </w:div>
      </w:divsChild>
    </w:div>
    <w:div w:id="1439106385">
      <w:bodyDiv w:val="1"/>
      <w:marLeft w:val="0"/>
      <w:marRight w:val="0"/>
      <w:marTop w:val="0"/>
      <w:marBottom w:val="0"/>
      <w:divBdr>
        <w:top w:val="none" w:sz="0" w:space="0" w:color="auto"/>
        <w:left w:val="none" w:sz="0" w:space="0" w:color="auto"/>
        <w:bottom w:val="none" w:sz="0" w:space="0" w:color="auto"/>
        <w:right w:val="none" w:sz="0" w:space="0" w:color="auto"/>
      </w:divBdr>
      <w:divsChild>
        <w:div w:id="1573194575">
          <w:marLeft w:val="0"/>
          <w:marRight w:val="0"/>
          <w:marTop w:val="0"/>
          <w:marBottom w:val="0"/>
          <w:divBdr>
            <w:top w:val="none" w:sz="0" w:space="0" w:color="auto"/>
            <w:left w:val="none" w:sz="0" w:space="0" w:color="auto"/>
            <w:bottom w:val="none" w:sz="0" w:space="0" w:color="auto"/>
            <w:right w:val="none" w:sz="0" w:space="0" w:color="auto"/>
          </w:divBdr>
        </w:div>
        <w:div w:id="1938051448">
          <w:marLeft w:val="0"/>
          <w:marRight w:val="0"/>
          <w:marTop w:val="0"/>
          <w:marBottom w:val="0"/>
          <w:divBdr>
            <w:top w:val="none" w:sz="0" w:space="0" w:color="auto"/>
            <w:left w:val="none" w:sz="0" w:space="0" w:color="auto"/>
            <w:bottom w:val="none" w:sz="0" w:space="0" w:color="auto"/>
            <w:right w:val="none" w:sz="0" w:space="0" w:color="auto"/>
          </w:divBdr>
        </w:div>
        <w:div w:id="2020425180">
          <w:marLeft w:val="0"/>
          <w:marRight w:val="0"/>
          <w:marTop w:val="0"/>
          <w:marBottom w:val="0"/>
          <w:divBdr>
            <w:top w:val="none" w:sz="0" w:space="0" w:color="auto"/>
            <w:left w:val="none" w:sz="0" w:space="0" w:color="auto"/>
            <w:bottom w:val="none" w:sz="0" w:space="0" w:color="auto"/>
            <w:right w:val="none" w:sz="0" w:space="0" w:color="auto"/>
          </w:divBdr>
        </w:div>
        <w:div w:id="862936049">
          <w:marLeft w:val="0"/>
          <w:marRight w:val="0"/>
          <w:marTop w:val="0"/>
          <w:marBottom w:val="0"/>
          <w:divBdr>
            <w:top w:val="none" w:sz="0" w:space="0" w:color="auto"/>
            <w:left w:val="none" w:sz="0" w:space="0" w:color="auto"/>
            <w:bottom w:val="none" w:sz="0" w:space="0" w:color="auto"/>
            <w:right w:val="none" w:sz="0" w:space="0" w:color="auto"/>
          </w:divBdr>
        </w:div>
        <w:div w:id="1573392119">
          <w:marLeft w:val="0"/>
          <w:marRight w:val="0"/>
          <w:marTop w:val="0"/>
          <w:marBottom w:val="0"/>
          <w:divBdr>
            <w:top w:val="none" w:sz="0" w:space="0" w:color="auto"/>
            <w:left w:val="none" w:sz="0" w:space="0" w:color="auto"/>
            <w:bottom w:val="none" w:sz="0" w:space="0" w:color="auto"/>
            <w:right w:val="none" w:sz="0" w:space="0" w:color="auto"/>
          </w:divBdr>
        </w:div>
        <w:div w:id="821384549">
          <w:marLeft w:val="0"/>
          <w:marRight w:val="0"/>
          <w:marTop w:val="0"/>
          <w:marBottom w:val="0"/>
          <w:divBdr>
            <w:top w:val="none" w:sz="0" w:space="0" w:color="auto"/>
            <w:left w:val="none" w:sz="0" w:space="0" w:color="auto"/>
            <w:bottom w:val="none" w:sz="0" w:space="0" w:color="auto"/>
            <w:right w:val="none" w:sz="0" w:space="0" w:color="auto"/>
          </w:divBdr>
        </w:div>
        <w:div w:id="510754169">
          <w:marLeft w:val="0"/>
          <w:marRight w:val="0"/>
          <w:marTop w:val="0"/>
          <w:marBottom w:val="0"/>
          <w:divBdr>
            <w:top w:val="none" w:sz="0" w:space="0" w:color="auto"/>
            <w:left w:val="none" w:sz="0" w:space="0" w:color="auto"/>
            <w:bottom w:val="none" w:sz="0" w:space="0" w:color="auto"/>
            <w:right w:val="none" w:sz="0" w:space="0" w:color="auto"/>
          </w:divBdr>
        </w:div>
        <w:div w:id="742490063">
          <w:marLeft w:val="0"/>
          <w:marRight w:val="0"/>
          <w:marTop w:val="0"/>
          <w:marBottom w:val="0"/>
          <w:divBdr>
            <w:top w:val="none" w:sz="0" w:space="0" w:color="auto"/>
            <w:left w:val="none" w:sz="0" w:space="0" w:color="auto"/>
            <w:bottom w:val="none" w:sz="0" w:space="0" w:color="auto"/>
            <w:right w:val="none" w:sz="0" w:space="0" w:color="auto"/>
          </w:divBdr>
        </w:div>
        <w:div w:id="1646619357">
          <w:marLeft w:val="0"/>
          <w:marRight w:val="0"/>
          <w:marTop w:val="0"/>
          <w:marBottom w:val="0"/>
          <w:divBdr>
            <w:top w:val="none" w:sz="0" w:space="0" w:color="auto"/>
            <w:left w:val="none" w:sz="0" w:space="0" w:color="auto"/>
            <w:bottom w:val="none" w:sz="0" w:space="0" w:color="auto"/>
            <w:right w:val="none" w:sz="0" w:space="0" w:color="auto"/>
          </w:divBdr>
        </w:div>
        <w:div w:id="953751713">
          <w:marLeft w:val="0"/>
          <w:marRight w:val="0"/>
          <w:marTop w:val="0"/>
          <w:marBottom w:val="0"/>
          <w:divBdr>
            <w:top w:val="none" w:sz="0" w:space="0" w:color="auto"/>
            <w:left w:val="none" w:sz="0" w:space="0" w:color="auto"/>
            <w:bottom w:val="none" w:sz="0" w:space="0" w:color="auto"/>
            <w:right w:val="none" w:sz="0" w:space="0" w:color="auto"/>
          </w:divBdr>
        </w:div>
      </w:divsChild>
    </w:div>
    <w:div w:id="1760247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18</Pages>
  <Words>2848</Words>
  <Characters>17944</Characters>
  <Application>Microsoft Office Word</Application>
  <DocSecurity>0</DocSecurity>
  <Lines>149</Lines>
  <Paragraphs>41</Paragraphs>
  <ScaleCrop>false</ScaleCrop>
  <HeadingPairs>
    <vt:vector size="4" baseType="variant">
      <vt:variant>
        <vt:lpstr>Titel</vt:lpstr>
      </vt:variant>
      <vt:variant>
        <vt:i4>1</vt:i4>
      </vt:variant>
      <vt:variant>
        <vt:lpstr>Überschriften</vt:lpstr>
      </vt:variant>
      <vt:variant>
        <vt:i4>19</vt:i4>
      </vt:variant>
    </vt:vector>
  </HeadingPairs>
  <TitlesOfParts>
    <vt:vector size="20" baseType="lpstr">
      <vt:lpstr/>
      <vt:lpstr>Garve, Carl Bernhard – Lieder</vt:lpstr>
      <vt:lpstr>Vorwort</vt:lpstr>
      <vt:lpstr>Geist Gottes, unerschaff’ner Geist</vt:lpstr>
      <vt:lpstr>Geist Gottes! aus der Gottheit Fülle</vt:lpstr>
      <vt:lpstr>Gott ist treu</vt:lpstr>
      <vt:lpstr>Gott, Allweiser, wer bin ich</vt:lpstr>
      <vt:lpstr>O Du, der Völker Heil</vt:lpstr>
      <vt:lpstr>O Du, in dessen Sorg‘ und Hut</vt:lpstr>
      <vt:lpstr>O Vater der Gemeine</vt:lpstr>
      <vt:lpstr>Preis Dir, denn wir sind nicht verwaist</vt:lpstr>
      <vt:lpstr>Rühmt den Herrn</vt:lpstr>
      <vt:lpstr>Welche Ruh‘ in Deinem Frieden</vt:lpstr>
      <vt:lpstr>Wie groß, wie herrlich ist mein Glück</vt:lpstr>
      <vt:lpstr>Lob des Wortes.</vt:lpstr>
      <vt:lpstr>Carl Bernhard Garve – Dein Wort, o Herr! ist milder Thau</vt:lpstr>
      <vt:lpstr>Garve, Karl Bernhard – Osterlied</vt:lpstr>
      <vt:lpstr>Garve, Carl Bernhard – Der apostolische Segen</vt:lpstr>
      <vt:lpstr>Quellen:</vt:lpstr>
      <vt:lpstr>Spendenaufruf - Jung St. Peter zu Straßburg</vt:lpstr>
    </vt:vector>
  </TitlesOfParts>
  <Company>Glaubensstimme.de</Company>
  <LinksUpToDate>false</LinksUpToDate>
  <CharactersWithSpaces>20751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Garve, Carl Bernhard</dc:creator>
  <cp:keywords/>
  <dc:description/>
  <cp:lastModifiedBy>webmaster@glaubensstimme.de</cp:lastModifiedBy>
  <cp:revision>2</cp:revision>
  <dcterms:created xsi:type="dcterms:W3CDTF">2021-11-22T11:13:00Z</dcterms:created>
  <dcterms:modified xsi:type="dcterms:W3CDTF">2021-11-22T14:10:00Z</dcterms:modified>
  <dc:language>de</dc:language>
</cp:coreProperties>
</file>